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D43">
        <w:rPr>
          <w:noProof/>
          <w:lang w:eastAsia="fr-BE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margin">
                  <wp:posOffset>0</wp:posOffset>
                </wp:positionV>
                <wp:extent cx="7552690" cy="8862695"/>
                <wp:effectExtent l="0" t="0" r="8255" b="1905"/>
                <wp:wrapNone/>
                <wp:docPr id="3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2690" cy="8862695"/>
                          <a:chOff x="0" y="1440"/>
                          <a:chExt cx="12239" cy="12960"/>
                        </a:xfrm>
                      </wpg:grpSpPr>
                      <wpg:grpSp>
                        <wpg:cNvPr id="46" name="Group 3"/>
                        <wpg:cNvGrpSpPr>
                          <a:grpSpLocks/>
                        </wpg:cNvGrpSpPr>
                        <wpg:grpSpPr bwMode="auto">
                          <a:xfrm>
                            <a:off x="0" y="9661"/>
                            <a:ext cx="12239" cy="4739"/>
                            <a:chOff x="-6" y="3399"/>
                            <a:chExt cx="12197" cy="4253"/>
                          </a:xfrm>
                        </wpg:grpSpPr>
                        <wpg:grpSp>
                          <wpg:cNvPr id="4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-6" y="3717"/>
                              <a:ext cx="12189" cy="3550"/>
                              <a:chOff x="18" y="7468"/>
                              <a:chExt cx="12189" cy="3550"/>
                            </a:xfrm>
                          </wpg:grpSpPr>
                          <wps:wsp>
                            <wps:cNvPr id="48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8" y="7837"/>
                                <a:ext cx="7132" cy="2863"/>
                              </a:xfrm>
                              <a:custGeom>
                                <a:avLst/>
                                <a:gdLst>
                                  <a:gd name="T0" fmla="*/ 0 w 7132"/>
                                  <a:gd name="T1" fmla="*/ 0 h 2863"/>
                                  <a:gd name="T2" fmla="*/ 17 w 7132"/>
                                  <a:gd name="T3" fmla="*/ 2863 h 2863"/>
                                  <a:gd name="T4" fmla="*/ 7132 w 7132"/>
                                  <a:gd name="T5" fmla="*/ 2578 h 2863"/>
                                  <a:gd name="T6" fmla="*/ 7132 w 7132"/>
                                  <a:gd name="T7" fmla="*/ 200 h 2863"/>
                                  <a:gd name="T8" fmla="*/ 0 w 7132"/>
                                  <a:gd name="T9" fmla="*/ 0 h 28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32" h="2863">
                                    <a:moveTo>
                                      <a:pt x="0" y="0"/>
                                    </a:moveTo>
                                    <a:lnTo>
                                      <a:pt x="17" y="2863"/>
                                    </a:lnTo>
                                    <a:lnTo>
                                      <a:pt x="7132" y="2578"/>
                                    </a:lnTo>
                                    <a:lnTo>
                                      <a:pt x="7132" y="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50000"/>
                                  <a:lumOff val="5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7150" y="7468"/>
                                <a:ext cx="3466" cy="3550"/>
                              </a:xfrm>
                              <a:custGeom>
                                <a:avLst/>
                                <a:gdLst>
                                  <a:gd name="T0" fmla="*/ 0 w 3466"/>
                                  <a:gd name="T1" fmla="*/ 569 h 3550"/>
                                  <a:gd name="T2" fmla="*/ 0 w 3466"/>
                                  <a:gd name="T3" fmla="*/ 2930 h 3550"/>
                                  <a:gd name="T4" fmla="*/ 3466 w 3466"/>
                                  <a:gd name="T5" fmla="*/ 3550 h 3550"/>
                                  <a:gd name="T6" fmla="*/ 3466 w 3466"/>
                                  <a:gd name="T7" fmla="*/ 0 h 3550"/>
                                  <a:gd name="T8" fmla="*/ 0 w 3466"/>
                                  <a:gd name="T9" fmla="*/ 569 h 35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66" h="3550">
                                    <a:moveTo>
                                      <a:pt x="0" y="569"/>
                                    </a:moveTo>
                                    <a:lnTo>
                                      <a:pt x="0" y="2930"/>
                                    </a:lnTo>
                                    <a:lnTo>
                                      <a:pt x="3466" y="3550"/>
                                    </a:lnTo>
                                    <a:lnTo>
                                      <a:pt x="3466" y="0"/>
                                    </a:lnTo>
                                    <a:lnTo>
                                      <a:pt x="0" y="5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25000"/>
                                  <a:lumOff val="75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10616" y="7468"/>
                                <a:ext cx="1591" cy="3550"/>
                              </a:xfrm>
                              <a:custGeom>
                                <a:avLst/>
                                <a:gdLst>
                                  <a:gd name="T0" fmla="*/ 0 w 1591"/>
                                  <a:gd name="T1" fmla="*/ 0 h 3550"/>
                                  <a:gd name="T2" fmla="*/ 0 w 1591"/>
                                  <a:gd name="T3" fmla="*/ 3550 h 3550"/>
                                  <a:gd name="T4" fmla="*/ 1591 w 1591"/>
                                  <a:gd name="T5" fmla="*/ 2746 h 3550"/>
                                  <a:gd name="T6" fmla="*/ 1591 w 1591"/>
                                  <a:gd name="T7" fmla="*/ 737 h 3550"/>
                                  <a:gd name="T8" fmla="*/ 0 w 1591"/>
                                  <a:gd name="T9" fmla="*/ 0 h 35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3550">
                                    <a:moveTo>
                                      <a:pt x="0" y="0"/>
                                    </a:moveTo>
                                    <a:lnTo>
                                      <a:pt x="0" y="3550"/>
                                    </a:lnTo>
                                    <a:lnTo>
                                      <a:pt x="1591" y="2746"/>
                                    </a:lnTo>
                                    <a:lnTo>
                                      <a:pt x="1591" y="73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50000"/>
                                  <a:lumOff val="50000"/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Freeform 8"/>
                          <wps:cNvSpPr>
                            <a:spLocks/>
                          </wps:cNvSpPr>
                          <wps:spPr bwMode="auto">
                            <a:xfrm>
                              <a:off x="8071" y="4069"/>
                              <a:ext cx="4120" cy="2913"/>
                            </a:xfrm>
                            <a:custGeom>
                              <a:avLst/>
                              <a:gdLst>
                                <a:gd name="T0" fmla="*/ 1 w 4120"/>
                                <a:gd name="T1" fmla="*/ 251 h 2913"/>
                                <a:gd name="T2" fmla="*/ 0 w 4120"/>
                                <a:gd name="T3" fmla="*/ 2662 h 2913"/>
                                <a:gd name="T4" fmla="*/ 4120 w 4120"/>
                                <a:gd name="T5" fmla="*/ 2913 h 2913"/>
                                <a:gd name="T6" fmla="*/ 4120 w 4120"/>
                                <a:gd name="T7" fmla="*/ 0 h 2913"/>
                                <a:gd name="T8" fmla="*/ 1 w 4120"/>
                                <a:gd name="T9" fmla="*/ 251 h 29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20" h="2913">
                                  <a:moveTo>
                                    <a:pt x="1" y="251"/>
                                  </a:moveTo>
                                  <a:lnTo>
                                    <a:pt x="0" y="2662"/>
                                  </a:lnTo>
                                  <a:lnTo>
                                    <a:pt x="4120" y="2913"/>
                                  </a:lnTo>
                                  <a:lnTo>
                                    <a:pt x="4120" y="0"/>
                                  </a:lnTo>
                                  <a:lnTo>
                                    <a:pt x="1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9"/>
                          <wps:cNvSpPr>
                            <a:spLocks/>
                          </wps:cNvSpPr>
                          <wps:spPr bwMode="auto">
                            <a:xfrm>
                              <a:off x="4104" y="3399"/>
                              <a:ext cx="3985" cy="4236"/>
                            </a:xfrm>
                            <a:custGeom>
                              <a:avLst/>
                              <a:gdLst>
                                <a:gd name="T0" fmla="*/ 0 w 3985"/>
                                <a:gd name="T1" fmla="*/ 0 h 4236"/>
                                <a:gd name="T2" fmla="*/ 0 w 3985"/>
                                <a:gd name="T3" fmla="*/ 4236 h 4236"/>
                                <a:gd name="T4" fmla="*/ 3985 w 3985"/>
                                <a:gd name="T5" fmla="*/ 3349 h 4236"/>
                                <a:gd name="T6" fmla="*/ 3985 w 3985"/>
                                <a:gd name="T7" fmla="*/ 921 h 4236"/>
                                <a:gd name="T8" fmla="*/ 0 w 3985"/>
                                <a:gd name="T9" fmla="*/ 0 h 42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85" h="4236">
                                  <a:moveTo>
                                    <a:pt x="0" y="0"/>
                                  </a:moveTo>
                                  <a:lnTo>
                                    <a:pt x="0" y="4236"/>
                                  </a:lnTo>
                                  <a:lnTo>
                                    <a:pt x="3985" y="3349"/>
                                  </a:lnTo>
                                  <a:lnTo>
                                    <a:pt x="3985" y="92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0"/>
                          <wps:cNvSpPr>
                            <a:spLocks/>
                          </wps:cNvSpPr>
                          <wps:spPr bwMode="auto">
                            <a:xfrm>
                              <a:off x="18" y="3399"/>
                              <a:ext cx="4086" cy="4253"/>
                            </a:xfrm>
                            <a:custGeom>
                              <a:avLst/>
                              <a:gdLst>
                                <a:gd name="T0" fmla="*/ 4086 w 4086"/>
                                <a:gd name="T1" fmla="*/ 0 h 4253"/>
                                <a:gd name="T2" fmla="*/ 4084 w 4086"/>
                                <a:gd name="T3" fmla="*/ 4253 h 4253"/>
                                <a:gd name="T4" fmla="*/ 0 w 4086"/>
                                <a:gd name="T5" fmla="*/ 3198 h 4253"/>
                                <a:gd name="T6" fmla="*/ 0 w 4086"/>
                                <a:gd name="T7" fmla="*/ 1072 h 4253"/>
                                <a:gd name="T8" fmla="*/ 4086 w 4086"/>
                                <a:gd name="T9" fmla="*/ 0 h 4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86" h="4253">
                                  <a:moveTo>
                                    <a:pt x="4086" y="0"/>
                                  </a:moveTo>
                                  <a:lnTo>
                                    <a:pt x="4084" y="4253"/>
                                  </a:lnTo>
                                  <a:lnTo>
                                    <a:pt x="0" y="3198"/>
                                  </a:lnTo>
                                  <a:lnTo>
                                    <a:pt x="0" y="1072"/>
                                  </a:lnTo>
                                  <a:lnTo>
                                    <a:pt x="40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1"/>
                          <wps:cNvSpPr>
                            <a:spLocks/>
                          </wps:cNvSpPr>
                          <wps:spPr bwMode="auto">
                            <a:xfrm>
                              <a:off x="17" y="3617"/>
                              <a:ext cx="2076" cy="3851"/>
                            </a:xfrm>
                            <a:custGeom>
                              <a:avLst/>
                              <a:gdLst>
                                <a:gd name="T0" fmla="*/ 0 w 2076"/>
                                <a:gd name="T1" fmla="*/ 921 h 3851"/>
                                <a:gd name="T2" fmla="*/ 2060 w 2076"/>
                                <a:gd name="T3" fmla="*/ 0 h 3851"/>
                                <a:gd name="T4" fmla="*/ 2076 w 2076"/>
                                <a:gd name="T5" fmla="*/ 3851 h 3851"/>
                                <a:gd name="T6" fmla="*/ 0 w 2076"/>
                                <a:gd name="T7" fmla="*/ 2981 h 3851"/>
                                <a:gd name="T8" fmla="*/ 0 w 2076"/>
                                <a:gd name="T9" fmla="*/ 921 h 3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76" h="3851">
                                  <a:moveTo>
                                    <a:pt x="0" y="921"/>
                                  </a:moveTo>
                                  <a:lnTo>
                                    <a:pt x="2060" y="0"/>
                                  </a:lnTo>
                                  <a:lnTo>
                                    <a:pt x="2076" y="3851"/>
                                  </a:lnTo>
                                  <a:lnTo>
                                    <a:pt x="0" y="2981"/>
                                  </a:lnTo>
                                  <a:lnTo>
                                    <a:pt x="0" y="9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25000"/>
                                <a:lumOff val="75000"/>
                                <a:alpha val="7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12"/>
                          <wps:cNvSpPr>
                            <a:spLocks/>
                          </wps:cNvSpPr>
                          <wps:spPr bwMode="auto">
                            <a:xfrm>
                              <a:off x="2077" y="3617"/>
                              <a:ext cx="6011" cy="3835"/>
                            </a:xfrm>
                            <a:custGeom>
                              <a:avLst/>
                              <a:gdLst>
                                <a:gd name="T0" fmla="*/ 0 w 6011"/>
                                <a:gd name="T1" fmla="*/ 0 h 3835"/>
                                <a:gd name="T2" fmla="*/ 17 w 6011"/>
                                <a:gd name="T3" fmla="*/ 3835 h 3835"/>
                                <a:gd name="T4" fmla="*/ 6011 w 6011"/>
                                <a:gd name="T5" fmla="*/ 2629 h 3835"/>
                                <a:gd name="T6" fmla="*/ 6011 w 6011"/>
                                <a:gd name="T7" fmla="*/ 1239 h 3835"/>
                                <a:gd name="T8" fmla="*/ 0 w 6011"/>
                                <a:gd name="T9" fmla="*/ 0 h 3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11" h="3835">
                                  <a:moveTo>
                                    <a:pt x="0" y="0"/>
                                  </a:moveTo>
                                  <a:lnTo>
                                    <a:pt x="17" y="3835"/>
                                  </a:lnTo>
                                  <a:lnTo>
                                    <a:pt x="6011" y="2629"/>
                                  </a:lnTo>
                                  <a:lnTo>
                                    <a:pt x="6011" y="12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50000"/>
                                <a:lumOff val="50000"/>
                                <a:alpha val="7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13"/>
                          <wps:cNvSpPr>
                            <a:spLocks/>
                          </wps:cNvSpPr>
                          <wps:spPr bwMode="auto">
                            <a:xfrm>
                              <a:off x="8088" y="3835"/>
                              <a:ext cx="4102" cy="3432"/>
                            </a:xfrm>
                            <a:custGeom>
                              <a:avLst/>
                              <a:gdLst>
                                <a:gd name="T0" fmla="*/ 0 w 4102"/>
                                <a:gd name="T1" fmla="*/ 1038 h 3432"/>
                                <a:gd name="T2" fmla="*/ 0 w 4102"/>
                                <a:gd name="T3" fmla="*/ 2411 h 3432"/>
                                <a:gd name="T4" fmla="*/ 4102 w 4102"/>
                                <a:gd name="T5" fmla="*/ 3432 h 3432"/>
                                <a:gd name="T6" fmla="*/ 4102 w 4102"/>
                                <a:gd name="T7" fmla="*/ 0 h 3432"/>
                                <a:gd name="T8" fmla="*/ 0 w 4102"/>
                                <a:gd name="T9" fmla="*/ 1038 h 34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02" h="3432">
                                  <a:moveTo>
                                    <a:pt x="0" y="1038"/>
                                  </a:moveTo>
                                  <a:lnTo>
                                    <a:pt x="0" y="2411"/>
                                  </a:lnTo>
                                  <a:lnTo>
                                    <a:pt x="4102" y="3432"/>
                                  </a:lnTo>
                                  <a:lnTo>
                                    <a:pt x="4102" y="0"/>
                                  </a:lnTo>
                                  <a:lnTo>
                                    <a:pt x="0" y="10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25000"/>
                                <a:lumOff val="75000"/>
                                <a:alpha val="7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800" y="1440"/>
                            <a:ext cx="8638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835" w:rsidRDefault="00CF7835">
                              <w:pPr>
                                <w:spacing w:after="0"/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494" y="11160"/>
                            <a:ext cx="4999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835" w:rsidRDefault="00CF7835">
                              <w:pPr>
                                <w:jc w:val="right"/>
                                <w:rPr>
                                  <w:sz w:val="96"/>
                                  <w:szCs w:val="96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800" y="2294"/>
                            <a:ext cx="8638" cy="7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676A55" w:themeColor="text2"/>
                                  <w:sz w:val="80"/>
                                  <w:szCs w:val="80"/>
                                  <w:lang w:val="fr-FR"/>
                                </w:rPr>
                                <w:alias w:val="Titre"/>
                                <w:id w:val="3374165"/>
                                <w:placeholder>
                                  <w:docPart w:val="ECFB0A62AF5140E19056E9F061A8F8DF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CF7835" w:rsidRPr="00F84E93" w:rsidRDefault="000B6A7E" w:rsidP="00F27F47">
                                  <w:pPr>
                                    <w:spacing w:after="0"/>
                                    <w:ind w:right="-387"/>
                                    <w:rPr>
                                      <w:b/>
                                      <w:bCs/>
                                      <w:color w:val="676A55" w:themeColor="text2"/>
                                      <w:sz w:val="68"/>
                                      <w:szCs w:val="6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676A55" w:themeColor="text2"/>
                                      <w:sz w:val="80"/>
                                      <w:szCs w:val="80"/>
                                    </w:rPr>
                                    <w:t>Word®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b/>
                                  <w:bCs/>
                                  <w:color w:val="72A376" w:themeColor="accent1"/>
                                  <w:sz w:val="72"/>
                                  <w:szCs w:val="40"/>
                                  <w:lang w:val="fr-FR"/>
                                </w:rPr>
                                <w:alias w:val="Sous-titre"/>
                                <w:id w:val="3374166"/>
                                <w:placeholder>
                                  <w:docPart w:val="C659E10F278A4F2BB02B68C044280871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CF7835" w:rsidRDefault="000B6A7E">
                                  <w:pPr>
                                    <w:rPr>
                                      <w:b/>
                                      <w:bCs/>
                                      <w:color w:val="72A376" w:themeColor="accent1"/>
                                      <w:sz w:val="40"/>
                                      <w:szCs w:val="4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72A376" w:themeColor="accent1"/>
                                      <w:sz w:val="72"/>
                                      <w:szCs w:val="40"/>
                                      <w:lang w:val="fr-FR"/>
                                    </w:rPr>
                                    <w:t>Protéger des sections</w:t>
                                  </w:r>
                                </w:p>
                              </w:sdtContent>
                            </w:sdt>
                            <w:p w:rsidR="00CF7835" w:rsidRDefault="00101A58">
                              <w:pPr>
                                <w:rPr>
                                  <w:b/>
                                  <w:bCs/>
                                  <w:color w:val="808080" w:themeColor="text1" w:themeTint="7F"/>
                                  <w:sz w:val="20"/>
                                  <w:szCs w:val="32"/>
                                  <w:lang w:val="fr-FR"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20"/>
                                    <w:szCs w:val="32"/>
                                    <w:lang w:val="fr-FR"/>
                                  </w:rPr>
                                  <w:alias w:val="Auteur"/>
                                  <w:id w:val="24692804"/>
                                  <w:placeholder>
                                    <w:docPart w:val="56915137BCF44908A8C8E7BAF157EE2D"/>
                                  </w:placeholder>
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r w:rsidR="00CF7835">
                                    <w:rPr>
                                      <w:b/>
                                      <w:bCs/>
                                      <w:color w:val="808080" w:themeColor="text1" w:themeTint="7F"/>
                                      <w:sz w:val="20"/>
                                      <w:szCs w:val="32"/>
                                    </w:rPr>
                                    <w:t>Daniel DEVEAUX</w:t>
                                  </w:r>
                                </w:sdtContent>
                              </w:sdt>
                            </w:p>
                            <w:p w:rsidR="00CF7835" w:rsidRDefault="000B6A7E">
                              <w:pPr>
                                <w:rPr>
                                  <w:b/>
                                  <w:bCs/>
                                  <w:i/>
                                  <w:color w:val="808080" w:themeColor="text1" w:themeTint="7F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color w:val="808080" w:themeColor="text1" w:themeTint="7F"/>
                                  <w:sz w:val="16"/>
                                  <w:szCs w:val="16"/>
                                  <w:lang w:val="fr-FR"/>
                                </w:rPr>
                                <w:t>À noter que cette documentation concerne la version 2003, même si le présent document a été réalisé en version 2003 – 2007.  Bonne lecture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0;margin-top:0;width:594.7pt;height:697.85pt;z-index:251660288;mso-width-percent:1000;mso-height-percent:1000;mso-position-horizontal-relative:page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up5cIA&#10;AADbAAAADwAAAGRycy9kb3ducmV2LnhtbERPTWvCQBC9F/wPywi91Y1FpKauIQhWvZnUFnobsmMS&#10;zc6G7DaJ/949FHp8vO91MppG9NS52rKC+SwCQVxYXXOp4Py5e3kD4TyyxsYyKbiTg2QzeVpjrO3A&#10;GfW5L0UIYRejgsr7NpbSFRUZdDPbEgfuYjuDPsCulLrDIYSbRr5G0VIarDk0VNjStqLilv8aBVk0&#10;fp2WH3t9/S5cv0pPP3mWHpV6no7pOwhPo/8X/7kPWsEijA1fw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6nlwgAAANsAAAAPAAAAAAAAAAAAAAAAAJgCAABkcnMvZG93&#10;bnJldi54bWxQSwUGAAAAAAQABAD1AAAAhwMAAAAA&#10;" path="m,l17,2863,7132,2578r,-2378l,xe" fillcolor="#b8d1ba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n4MUA&#10;AADbAAAADwAAAGRycy9kb3ducmV2LnhtbESPQWvCQBSE74L/YXmCN7OptsWmriJiIfRUNSDeHtln&#10;kpp9G7JrkvbXdwuFHoeZ+YZZbQZTi45aV1lW8BDFIIhzqysuFGSnt9kShPPIGmvLpOCLHGzW49EK&#10;E217PlB39IUIEHYJKii9bxIpXV6SQRfZhjh4V9sa9EG2hdQt9gFuajmP42dpsOKwUGJDu5Ly2/Fu&#10;FHxeFsiD270v9t8fPd6fsvR6vik1nQzbVxCeBv8f/munWsHjC/x+CT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cifgxQAAANsAAAAPAAAAAAAAAAAAAAAAAJgCAABkcnMv&#10;ZG93bnJldi54bWxQSwUGAAAAAAQABAD1AAAAigMAAAAA&#10;" path="m,569l,2930r3466,620l3466,,,569xe" fillcolor="#dce8dc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r078A&#10;AADbAAAADwAAAGRycy9kb3ducmV2LnhtbERPy4rCMBTdC/MP4QruNPU1DB2jiDAwW6vU7bW50wab&#10;m04Ta/XrzUJweTjv1aa3teio9caxgukkAUFcOG24VHA8/Iy/QPiArLF2TAru5GGz/hisMNXuxnvq&#10;slCKGMI+RQVVCE0qpS8qsugnriGO3J9rLYYI21LqFm8x3NZyliSf0qLh2FBhQ7uKikt2tQpoO3/8&#10;L7PT+Tw1eV40x5lZdFap0bDffoMI1Ie3+OX+1QqWcX38En+A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OvTvwAAANsAAAAPAAAAAAAAAAAAAAAAAJgCAABkcnMvZG93bnJl&#10;di54bWxQSwUGAAAAAAQABAD1AAAAhAMAAAAA&#10;" path="m,l,3550,1591,2746r,-2009l,xe" fillcolor="#b8d1ba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xhcUA&#10;AADbAAAADwAAAGRycy9kb3ducmV2LnhtbESPQU/CQBSE7yb+h80z8SbbQiCmdiECUeAImsDx2X22&#10;1e7burvQ4q9nTUg8Tmbmm0w+600jTuR8bVlBOkhAEBdW11wqeH97eXgE4QOyxsYyKTiTh9n09ibH&#10;TNuOt3TahVJECPsMFVQhtJmUvqjIoB/Yljh6n9YZDFG6UmqHXYSbRg6TZCIN1hwXKmxpUVHxvTsa&#10;BZvlx4pHv+nr/OunnC9dZ/ej5qDU/V3//AQiUB/+w9f2WisYp/D3Jf4AOb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rGF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rRsIA&#10;AADbAAAADwAAAGRycy9kb3ducmV2LnhtbESPQYvCMBSE78L+h/CEvciaWlDcapRFLOziySp4fTTP&#10;Nti8lCZq/fcbQfA4zMw3zHLd20bcqPPGsYLJOAFBXDptuFJwPORfcxA+IGtsHJOCB3lYrz4GS8y0&#10;u/OebkWoRISwz1BBHUKbSenLmiz6sWuJo3d2ncUQZVdJ3eE9wm0j0ySZSYuG40KNLW1qKi/F1Sro&#10;TWiKv+80N+402h5O+Wize1yV+hz2PwsQgfrwDr/av1rBNI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citGwgAAANsAAAAPAAAAAAAAAAAAAAAAAJgCAABkcnMvZG93&#10;bnJldi54bWxQSwUGAAAAAAQABAD1AAAAhwMAAAAA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ovo8QA&#10;AADbAAAADwAAAGRycy9kb3ducmV2LnhtbESPQWvCQBSE7wX/w/KE3urGhhaJriJS0VMhKnh9ZJ9J&#10;SPZtzK5Jml/vFgo9DjPzDbPaDKYWHbWutKxgPotAEGdWl5wruJz3bwsQziNrrC2Tgh9ysFlPXlaY&#10;aNtzSt3J5yJA2CWooPC+SaR0WUEG3cw2xMG72dagD7LNpW6xD3BTy/co+pQGSw4LBTa0KyirTg+j&#10;YLza75tsxjG+jvvq636vtunhotTrdNguQXga/H/4r33UCj5i+P0Sf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6L6PEAAAA2wAAAA8AAAAAAAAAAAAAAAAAmAIAAGRycy9k&#10;b3ducmV2LnhtbFBLBQYAAAAABAAEAPUAAACJAwAAAAA=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Fw8QA&#10;AADbAAAADwAAAGRycy9kb3ducmV2LnhtbESPQWvCQBSE74L/YXlCL6IbrUobsxEtFAqejEKvj+xr&#10;Esy+DbubmP77bqHQ4zAz3zDZYTStGMj5xrKC1TIBQVxa3XCl4HZ9X7yA8AFZY2uZFHyTh0M+nWSY&#10;avvgCw1FqESEsE9RQR1Cl0rpy5oM+qXtiKP3ZZ3BEKWrpHb4iHDTynWS7KTBhuNCjR291VTei94o&#10;KF5x7LfJcShOdOvnn/Pz+vzslHqajcc9iEBj+A//tT+0gu0G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4BcPEAAAA2wAAAA8AAAAAAAAAAAAAAAAAmAIAAGRycy9k&#10;b3ducmV2LnhtbFBLBQYAAAAABAAEAPUAAACJAwAAAAA=&#10;" path="m,921l2060,r16,3851l,2981,,921xe" fillcolor="#dce8dc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oJcQA&#10;AADbAAAADwAAAGRycy9kb3ducmV2LnhtbESPS4vCQBCE7wv+h6EFb+tE8bVZRxHBxZP4Wthjk2mT&#10;YKYnZmZj9Nc7guCxqKqvqOm8MYWoqXK5ZQW9bgSCOLE651TB8bD6nIBwHlljYZkU3MjBfNb6mGKs&#10;7ZV3VO99KgKEXYwKMu/LWEqXZGTQdW1JHLyTrQz6IKtU6gqvAW4K2Y+ikTSYc1jIsKRlRsl5/28U&#10;1MXm2Ix6/a/tz+XvfqLJ73jAK6U67WbxDcJT49/hV3utFQyH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/6CXEAAAA2wAAAA8AAAAAAAAAAAAAAAAAmAIAAGRycy9k&#10;b3ducmV2LnhtbFBLBQYAAAAABAAEAPUAAACJAwAAAAA=&#10;" path="m,l17,3835,6011,2629r,-1390l,xe" fillcolor="#b8d1ba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7p28EA&#10;AADbAAAADwAAAGRycy9kb3ducmV2LnhtbESP3YrCMBSE7xd8h3CEvVk09ZdajbIIC154488DHJpj&#10;UmxOSpOt3bffCIKXw8x8w2x2vatFR22oPCuYjDMQxKXXFRsF18vPKAcRIrLG2jMp+KMAu+3gY4OF&#10;9g8+UXeORiQIhwIV2BibQspQWnIYxr4hTt7Ntw5jkq2RusVHgrtaTrNsKR1WnBYsNrS3VN7Pv05B&#10;jvJrxre+u+cndMfZythmbpT6HPbfaxCR+vgOv9oHrWCxhOeX9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u6dvBAAAA2wAAAA8AAAAAAAAAAAAAAAAAmAIAAGRycy9kb3du&#10;cmV2LnhtbFBLBQYAAAAABAAEAPUAAACGAwAAAAA=&#10;" path="m,1038l,2411,4102,3432,4102,,,1038xe" fillcolor="#dce8dc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sYPcQA&#10;AADbAAAADwAAAGRycy9kb3ducmV2LnhtbESP3WrCQBSE7wXfYTlCb0Q3ltaf6CqiLUTvjD7AMXtM&#10;otmzIbtq+vbdQsHLYWa+YRar1lTiQY0rLSsYDSMQxJnVJecKTsfvwRSE88gaK8uk4IccrJbdzgJj&#10;bZ98oEfqcxEg7GJUUHhfx1K6rCCDbmhr4uBdbGPQB9nkUjf4DHBTyfcoGkuDJYeFAmvaFJTd0rtR&#10;sNt/7E+bRF5vs3LbTyZpJM/jL6Xeeu16DsJT61/h/3aiFXxO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LGD3EAAAA2wAAAA8AAAAAAAAAAAAAAAAAmAIAAGRycy9k&#10;b3ducmV2LnhtbFBLBQYAAAAABAAEAPUAAACJAwAAAAA=&#10;" filled="f" stroked="f">
                  <v:textbox style="mso-fit-shape-to-text:t">
                    <w:txbxContent>
                      <w:p w:rsidR="00CF7835" w:rsidRDefault="00CF7835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9;height:1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MT8IA&#10;AADbAAAADwAAAGRycy9kb3ducmV2LnhtbERPS07DMBDdV+odrEFiU7VOUX+EuhEKIIXuSHuAIR6S&#10;0HgcxSZJb48Xlbp8ev99MppG9NS52rKC5SICQVxYXXOp4Hz6mO9AOI+ssbFMCq7kIDlMJ3uMtR34&#10;i/rclyKEsItRQeV9G0vpiooMuoVtiQP3YzuDPsCulLrDIYSbRj5F0UYarDk0VNhSWlFxyf+Mgs/j&#10;6nhOM/l7ea7fZtk2j+T35l2px4fx9QWEp9HfxTd3phWsw9jwJfwAe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IxPwgAAANsAAAAPAAAAAAAAAAAAAAAAAJgCAABkcnMvZG93&#10;bnJldi54bWxQSwUGAAAAAAQABAD1AAAAhwMAAAAA&#10;" filled="f" stroked="f">
                  <v:textbox style="mso-fit-shape-to-text:t">
                    <w:txbxContent>
                      <w:p w:rsidR="00CF7835" w:rsidRDefault="00CF7835">
                        <w:pPr>
                          <w:jc w:val="right"/>
                          <w:rPr>
                            <w:sz w:val="96"/>
                            <w:szCs w:val="96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16" o:spid="_x0000_s1040" style="position:absolute;left:1800;top:2294;width:8638;height:72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ebFMQA&#10;AADbAAAADwAAAGRycy9kb3ducmV2LnhtbESP0WrCQBRE3wv9h+UW+qabKpU2ukoxBC2ooPUDbrPX&#10;JJi9G3a3Sfr3XUHo4zAzZ5jFajCN6Mj52rKCl3ECgriwuuZSwfkrH72B8AFZY2OZFPySh9Xy8WGB&#10;qbY9H6k7hVJECPsUFVQhtKmUvqjIoB/bljh6F+sMhihdKbXDPsJNIydJMpMGa44LFba0rqi4nn6M&#10;gunucHD77JrPkuz8ydYN6833Uannp+FjDiLQEP7D9/ZWK3h9h9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XmxTEAAAA2wAAAA8AAAAAAAAAAAAAAAAAmAIAAGRycy9k&#10;b3ducmV2LnhtbFBLBQYAAAAABAAEAPUAAACJAwAAAAA=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676A55" w:themeColor="text2"/>
                            <w:sz w:val="80"/>
                            <w:szCs w:val="80"/>
                            <w:lang w:val="fr-FR"/>
                          </w:rPr>
                          <w:alias w:val="Titre"/>
                          <w:id w:val="3374165"/>
                          <w:placeholder>
                            <w:docPart w:val="ECFB0A62AF5140E19056E9F061A8F8DF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p w:rsidR="00CF7835" w:rsidRPr="00F84E93" w:rsidRDefault="000B6A7E" w:rsidP="00F27F47">
                            <w:pPr>
                              <w:spacing w:after="0"/>
                              <w:ind w:right="-387"/>
                              <w:rPr>
                                <w:b/>
                                <w:bCs/>
                                <w:color w:val="676A55" w:themeColor="text2"/>
                                <w:sz w:val="68"/>
                                <w:szCs w:val="6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76A55" w:themeColor="text2"/>
                                <w:sz w:val="80"/>
                                <w:szCs w:val="80"/>
                              </w:rPr>
                              <w:t>Word®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  <w:lang w:val="fr-FR"/>
                          </w:rPr>
                          <w:alias w:val="Sous-titre"/>
                          <w:id w:val="3374166"/>
                          <w:placeholder>
                            <w:docPart w:val="C659E10F278A4F2BB02B68C044280871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p w:rsidR="00CF7835" w:rsidRDefault="000B6A7E">
                            <w:pPr>
                              <w:rPr>
                                <w:b/>
                                <w:bCs/>
                                <w:color w:val="72A376" w:themeColor="accent1"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2A376" w:themeColor="accent1"/>
                                <w:sz w:val="72"/>
                                <w:szCs w:val="40"/>
                                <w:lang w:val="fr-FR"/>
                              </w:rPr>
                              <w:t>Protéger des sections</w:t>
                            </w:r>
                          </w:p>
                        </w:sdtContent>
                      </w:sdt>
                      <w:p w:rsidR="00CF7835" w:rsidRDefault="00101A58">
                        <w:pPr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  <w:lang w:val="fr-FR"/>
                          </w:rPr>
                        </w:pPr>
                        <w:sdt>
                          <w:sdtPr>
                            <w:rPr>
                              <w:b/>
                              <w:bCs/>
                              <w:color w:val="808080" w:themeColor="text1" w:themeTint="7F"/>
                              <w:sz w:val="20"/>
                              <w:szCs w:val="32"/>
                              <w:lang w:val="fr-FR"/>
                            </w:rPr>
                            <w:alias w:val="Auteur"/>
                            <w:id w:val="24692804"/>
                            <w:placeholder>
                              <w:docPart w:val="56915137BCF44908A8C8E7BAF157EE2D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EndPr/>
                          <w:sdtContent>
                            <w:r w:rsidR="00CF7835">
                              <w:rPr>
                                <w:b/>
                                <w:bCs/>
                                <w:color w:val="808080" w:themeColor="text1" w:themeTint="7F"/>
                                <w:sz w:val="20"/>
                                <w:szCs w:val="32"/>
                              </w:rPr>
                              <w:t>Daniel DEVEAUX</w:t>
                            </w:r>
                          </w:sdtContent>
                        </w:sdt>
                      </w:p>
                      <w:p w:rsidR="00CF7835" w:rsidRDefault="000B6A7E">
                        <w:pPr>
                          <w:rPr>
                            <w:b/>
                            <w:bCs/>
                            <w:i/>
                            <w:color w:val="808080" w:themeColor="text1" w:themeTint="7F"/>
                            <w:sz w:val="16"/>
                            <w:szCs w:val="16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i/>
                            <w:color w:val="808080" w:themeColor="text1" w:themeTint="7F"/>
                            <w:sz w:val="16"/>
                            <w:szCs w:val="16"/>
                            <w:lang w:val="fr-FR"/>
                          </w:rPr>
                          <w:t>À noter que cette documentation concerne la version 2003, même si le présent document a été réalisé en version 2003 – 2007.  Bonne lecture</w:t>
                        </w:r>
                      </w:p>
                    </w:txbxContent>
                  </v:textbox>
                </v:rect>
                <w10:wrap anchorx="page" anchory="margin"/>
              </v:group>
            </w:pict>
          </mc:Fallback>
        </mc:AlternateConten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101A58" w:rsidRDefault="00703312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297753029" w:history="1">
        <w:r w:rsidR="00101A58" w:rsidRPr="00212867">
          <w:rPr>
            <w:rStyle w:val="Lienhypertexte"/>
            <w:noProof/>
          </w:rPr>
          <w:t>Préambule</w:t>
        </w:r>
        <w:r w:rsidR="00101A58">
          <w:rPr>
            <w:noProof/>
            <w:webHidden/>
          </w:rPr>
          <w:tab/>
        </w:r>
        <w:r w:rsidR="00101A58">
          <w:rPr>
            <w:noProof/>
            <w:webHidden/>
          </w:rPr>
          <w:fldChar w:fldCharType="begin"/>
        </w:r>
        <w:r w:rsidR="00101A58">
          <w:rPr>
            <w:noProof/>
            <w:webHidden/>
          </w:rPr>
          <w:instrText xml:space="preserve"> PAGEREF _Toc297753029 \h </w:instrText>
        </w:r>
        <w:r w:rsidR="00101A58">
          <w:rPr>
            <w:noProof/>
            <w:webHidden/>
          </w:rPr>
        </w:r>
        <w:r w:rsidR="00101A58">
          <w:rPr>
            <w:noProof/>
            <w:webHidden/>
          </w:rPr>
          <w:fldChar w:fldCharType="separate"/>
        </w:r>
        <w:r w:rsidR="00101A58">
          <w:rPr>
            <w:noProof/>
            <w:webHidden/>
          </w:rPr>
          <w:t>3</w:t>
        </w:r>
        <w:r w:rsidR="00101A58">
          <w:rPr>
            <w:noProof/>
            <w:webHidden/>
          </w:rPr>
          <w:fldChar w:fldCharType="end"/>
        </w:r>
      </w:hyperlink>
    </w:p>
    <w:p w:rsidR="00101A58" w:rsidRDefault="00101A58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97753030" w:history="1">
        <w:r w:rsidRPr="00212867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97753031" w:history="1">
        <w:r w:rsidRPr="00212867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97753032" w:history="1">
        <w:r w:rsidRPr="00212867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3" w:history="1">
        <w:r w:rsidRPr="00212867">
          <w:rPr>
            <w:rStyle w:val="Lienhypertexte"/>
            <w:noProof/>
          </w:rPr>
          <w:t>Le « deal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4" w:history="1">
        <w:r w:rsidRPr="00212867">
          <w:rPr>
            <w:rStyle w:val="Lienhypertexte"/>
            <w:noProof/>
          </w:rPr>
          <w:t>1</w:t>
        </w:r>
        <w:r w:rsidRPr="00212867">
          <w:rPr>
            <w:rStyle w:val="Lienhypertexte"/>
            <w:noProof/>
            <w:vertAlign w:val="superscript"/>
          </w:rPr>
          <w:t>ère</w:t>
        </w:r>
        <w:r w:rsidRPr="00212867">
          <w:rPr>
            <w:rStyle w:val="Lienhypertexte"/>
            <w:noProof/>
          </w:rPr>
          <w:t xml:space="preserve"> étape le morceau de texte « libre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5" w:history="1">
        <w:r w:rsidRPr="00212867">
          <w:rPr>
            <w:rStyle w:val="Lienhypertexte"/>
            <w:noProof/>
          </w:rPr>
          <w:t>Préparation de mon formulaire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6" w:history="1">
        <w:r w:rsidRPr="00212867">
          <w:rPr>
            <w:rStyle w:val="Lienhypertexte"/>
            <w:noProof/>
          </w:rPr>
          <w:t>Insertion d’un nouveau saut de section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7" w:history="1">
        <w:r w:rsidRPr="00212867">
          <w:rPr>
            <w:rStyle w:val="Lienhypertexte"/>
            <w:noProof/>
          </w:rPr>
          <w:t>Remarque importante</w:t>
        </w:r>
        <w:bookmarkStart w:id="0" w:name="_GoBack"/>
        <w:bookmarkEnd w:id="0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8" w:history="1">
        <w:r w:rsidRPr="00212867">
          <w:rPr>
            <w:rStyle w:val="Lienhypertexte"/>
            <w:noProof/>
          </w:rPr>
          <w:t>Remerciements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01A58" w:rsidRDefault="00101A58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97753039" w:history="1">
        <w:r w:rsidRPr="00212867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_Toc297753039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D11C7" w:rsidRDefault="00703312" w:rsidP="009F592C">
      <w:pPr>
        <w:pStyle w:val="TM1"/>
        <w:tabs>
          <w:tab w:val="right" w:leader="underscore" w:pos="9017"/>
        </w:tabs>
        <w:rPr>
          <w:lang w:val="fr-FR"/>
        </w:rPr>
      </w:pPr>
      <w:r>
        <w:rPr>
          <w:lang w:val="fr-FR"/>
        </w:rPr>
        <w:fldChar w:fldCharType="end"/>
      </w:r>
    </w:p>
    <w:p w:rsidR="00014714" w:rsidRPr="00570816" w:rsidRDefault="00014714" w:rsidP="00014714">
      <w:pPr>
        <w:pStyle w:val="Titre1"/>
        <w:rPr>
          <w:lang w:val="fr-BE"/>
        </w:rPr>
      </w:pPr>
      <w:bookmarkStart w:id="1" w:name="_Toc32895963"/>
      <w:bookmarkStart w:id="2" w:name="_Toc237231750"/>
      <w:bookmarkStart w:id="3" w:name="_Toc297753029"/>
      <w:r w:rsidRPr="00570816">
        <w:rPr>
          <w:lang w:val="fr-BE"/>
        </w:rPr>
        <w:lastRenderedPageBreak/>
        <w:t>Préambule</w:t>
      </w:r>
      <w:bookmarkEnd w:id="1"/>
      <w:bookmarkEnd w:id="2"/>
      <w:bookmarkEnd w:id="3"/>
    </w:p>
    <w:p w:rsidR="00014714" w:rsidRDefault="00014714" w:rsidP="00014714">
      <w:pPr>
        <w:rPr>
          <w:rFonts w:cs="Arial"/>
        </w:rPr>
      </w:pPr>
      <w:r>
        <w:rPr>
          <w:rFonts w:cs="Arial"/>
        </w:rPr>
        <w:t>Je prétends qu'il faut avoir 3 qualités principales pour travailler en Windows.</w:t>
      </w:r>
    </w:p>
    <w:p w:rsidR="00014714" w:rsidRDefault="00014714" w:rsidP="00785D43">
      <w:pPr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La précision</w:t>
      </w:r>
    </w:p>
    <w:p w:rsidR="00014714" w:rsidRDefault="00014714" w:rsidP="00785D43">
      <w:pPr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L'Observation</w:t>
      </w:r>
    </w:p>
    <w:p w:rsidR="00014714" w:rsidRDefault="00014714" w:rsidP="00785D43">
      <w:pPr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La Curiosité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4" w:name="_Toc32895964"/>
      <w:bookmarkStart w:id="5" w:name="_Toc237231751"/>
      <w:bookmarkStart w:id="6" w:name="_Toc297753030"/>
      <w:r>
        <w:t>La précision</w:t>
      </w:r>
      <w:bookmarkEnd w:id="4"/>
      <w:bookmarkEnd w:id="5"/>
      <w:bookmarkEnd w:id="6"/>
    </w:p>
    <w:p w:rsidR="00014714" w:rsidRDefault="00014714" w:rsidP="00014714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de 3 traces différentes.</w:t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  <w:sectPr w:rsidR="00014714" w:rsidSect="00014714">
          <w:footerReference w:type="default" r:id="rId10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1430655" cy="9537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257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19050" t="0" r="0" b="0"/>
            <wp:wrapTopAndBottom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360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19050" t="0" r="0" b="0"/>
            <wp:wrapTopAndBottom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  <w:sectPr w:rsidR="00014714" w:rsidSect="00014714">
          <w:type w:val="continuous"/>
          <w:pgSz w:w="11907" w:h="16840" w:code="9"/>
          <w:pgMar w:top="1440" w:right="1440" w:bottom="1440" w:left="1440" w:header="720" w:footer="720" w:gutter="0"/>
          <w:cols w:num="3"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précis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7" w:name="_Toc32895965"/>
      <w:bookmarkStart w:id="8" w:name="_Toc237231752"/>
      <w:bookmarkStart w:id="9" w:name="_Toc297753031"/>
      <w:r>
        <w:t>L'observation.</w:t>
      </w:r>
      <w:bookmarkEnd w:id="7"/>
      <w:bookmarkEnd w:id="8"/>
      <w:bookmarkEnd w:id="9"/>
    </w:p>
    <w:p w:rsidR="00014714" w:rsidRDefault="00014714" w:rsidP="00014714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1325880" cy="2031365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observateur.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10" w:name="_Toc32895966"/>
      <w:bookmarkStart w:id="11" w:name="_Toc237231753"/>
      <w:bookmarkStart w:id="12" w:name="_Toc297753032"/>
      <w:r>
        <w:t>La curiosité.</w:t>
      </w:r>
      <w:bookmarkEnd w:id="10"/>
      <w:bookmarkEnd w:id="11"/>
      <w:bookmarkEnd w:id="12"/>
    </w:p>
    <w:p w:rsidR="00014714" w:rsidRDefault="00014714" w:rsidP="00014714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votre feuille Excel, cliquez avec le bouton droit de la souris sur la zone où la somme de vos éléments sélectionnés est indiquée.  Sans cette curiosité, vous n'auriez peut-être jamais découvert que vous pouviez obtenir la moyenne de vos valeurs.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2331720" cy="20834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CD4" w:rsidRDefault="000B6A7E" w:rsidP="001C69CD">
      <w:pPr>
        <w:pStyle w:val="Titre1"/>
        <w:rPr>
          <w:lang w:val="fr-BE"/>
        </w:rPr>
      </w:pPr>
      <w:bookmarkStart w:id="13" w:name="MonDebut"/>
      <w:bookmarkStart w:id="14" w:name="_Toc237231758"/>
      <w:bookmarkStart w:id="15" w:name="_Toc297753033"/>
      <w:bookmarkEnd w:id="13"/>
      <w:r>
        <w:rPr>
          <w:lang w:val="fr-BE"/>
        </w:rPr>
        <w:lastRenderedPageBreak/>
        <w:t>Le « deal »</w:t>
      </w:r>
      <w:bookmarkEnd w:id="15"/>
    </w:p>
    <w:p w:rsidR="000B6A7E" w:rsidRDefault="000B6A7E" w:rsidP="000B6A7E">
      <w:r>
        <w:t>J’installe mon texte en ayant un triple but :</w:t>
      </w:r>
    </w:p>
    <w:p w:rsidR="000B6A7E" w:rsidRDefault="000B6A7E" w:rsidP="000B6A7E">
      <w:r>
        <w:t>Faire un premier morceau protégé, suivi d’un formulaire qui doit être protégé, sauf pour son remplissage, suivi d’un morceau de texte non protégé.</w:t>
      </w:r>
    </w:p>
    <w:p w:rsidR="000B6A7E" w:rsidRPr="000B6A7E" w:rsidRDefault="000B6A7E" w:rsidP="000B6A7E">
      <w:pPr>
        <w:pStyle w:val="Titre1"/>
        <w:rPr>
          <w:lang w:val="fr-BE"/>
        </w:rPr>
      </w:pPr>
      <w:bookmarkStart w:id="16" w:name="_Toc297753034"/>
      <w:r w:rsidRPr="000B6A7E">
        <w:rPr>
          <w:lang w:val="fr-BE"/>
        </w:rPr>
        <w:lastRenderedPageBreak/>
        <w:t>1</w:t>
      </w:r>
      <w:r w:rsidRPr="000B6A7E">
        <w:rPr>
          <w:vertAlign w:val="superscript"/>
          <w:lang w:val="fr-BE"/>
        </w:rPr>
        <w:t>ère</w:t>
      </w:r>
      <w:r w:rsidRPr="000B6A7E">
        <w:rPr>
          <w:lang w:val="fr-BE"/>
        </w:rPr>
        <w:t xml:space="preserve"> étape le morceau de texte « libre »</w:t>
      </w:r>
      <w:bookmarkEnd w:id="16"/>
    </w:p>
    <w:p w:rsidR="000B6A7E" w:rsidRDefault="000B6A7E" w:rsidP="000B6A7E">
      <w:r>
        <w:t>Servez à ce monsieur une bière et des kiwis. Servez à ce monsieur une bière et des kiwis. Servez à ce monsieur une bière et des kiwis. Servez à ce monsieur une bière et des kiwis</w:t>
      </w:r>
    </w:p>
    <w:p w:rsidR="000B6A7E" w:rsidRDefault="000B6A7E" w:rsidP="000B6A7E">
      <w:r>
        <w:t>Ensuite insertion d’un saut de section</w: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w:drawing>
          <wp:inline distT="0" distB="0" distL="0" distR="0" wp14:anchorId="5973E009" wp14:editId="4D669DAC">
            <wp:extent cx="2078990" cy="219075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BE" w:bidi="ar-SA"/>
        </w:rPr>
        <w:drawing>
          <wp:inline distT="0" distB="0" distL="0" distR="0" wp14:anchorId="74BBB89B" wp14:editId="60A60C71">
            <wp:extent cx="2164080" cy="2302510"/>
            <wp:effectExtent l="0" t="0" r="7620" b="254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30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</w:p>
    <w:p w:rsidR="000B6A7E" w:rsidRDefault="000B6A7E" w:rsidP="000B6A7E">
      <w:pPr>
        <w:sectPr w:rsidR="000B6A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6A7E" w:rsidRDefault="000B6A7E" w:rsidP="000B6A7E">
      <w:r>
        <w:lastRenderedPageBreak/>
        <w:t>Résultat, ce texte est dans la section 2 de mon document (voir barre d’état).  En l’occurrence « 4 » à cause du préambule de ma publication.</w:t>
      </w:r>
    </w:p>
    <w:p w:rsidR="000B6A7E" w:rsidRDefault="000B6A7E" w:rsidP="000B6A7E">
      <w:r>
        <w:rPr>
          <w:noProof/>
          <w:lang w:eastAsia="fr-BE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3827BC" wp14:editId="4E594B96">
                <wp:simplePos x="0" y="0"/>
                <wp:positionH relativeFrom="column">
                  <wp:posOffset>1030605</wp:posOffset>
                </wp:positionH>
                <wp:positionV relativeFrom="paragraph">
                  <wp:posOffset>0</wp:posOffset>
                </wp:positionV>
                <wp:extent cx="1463675" cy="347345"/>
                <wp:effectExtent l="38100" t="0" r="22225" b="71755"/>
                <wp:wrapNone/>
                <wp:docPr id="26" name="Connecteur droi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3675" cy="3473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15pt,0" to="196.4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  <w:lang w:eastAsia="fr-BE" w:bidi="ar-SA"/>
        </w:rPr>
        <w:drawing>
          <wp:inline distT="0" distB="0" distL="0" distR="0" wp14:anchorId="52B58FBC" wp14:editId="1A57FBC3">
            <wp:extent cx="1723390" cy="42100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Pr="000B6A7E" w:rsidRDefault="000B6A7E" w:rsidP="000B6A7E">
      <w:pPr>
        <w:pStyle w:val="Titre1"/>
        <w:rPr>
          <w:lang w:val="fr-BE"/>
        </w:rPr>
      </w:pPr>
      <w:bookmarkStart w:id="17" w:name="_Toc297753035"/>
      <w:r w:rsidRPr="000B6A7E">
        <w:rPr>
          <w:lang w:val="fr-BE"/>
        </w:rPr>
        <w:lastRenderedPageBreak/>
        <w:t>Préparation de mon formulaire :</w:t>
      </w:r>
      <w:bookmarkEnd w:id="17"/>
    </w:p>
    <w:p w:rsidR="000B6A7E" w:rsidRDefault="000B6A7E" w:rsidP="000B6A7E">
      <w:pPr>
        <w:tabs>
          <w:tab w:val="left" w:pos="3780"/>
        </w:tabs>
      </w:pPr>
      <w:r>
        <w:t xml:space="preserve">Prénom : </w:t>
      </w:r>
      <w:r>
        <w:tab/>
      </w:r>
      <w:r>
        <w:fldChar w:fldCharType="begin">
          <w:ffData>
            <w:name w:val="Texte1"/>
            <w:enabled/>
            <w:calcOnExit w:val="0"/>
            <w:textInput/>
          </w:ffData>
        </w:fldChar>
      </w:r>
      <w:bookmarkStart w:id="18" w:name="Texte1"/>
      <w:r>
        <w:instrText xml:space="preserve"> FORMTEXT </w:instrText>
      </w:r>
      <w:r>
        <w:fldChar w:fldCharType="separate"/>
      </w:r>
      <w:r w:rsidR="00101A58">
        <w:rPr>
          <w:noProof/>
        </w:rPr>
        <w:t> </w:t>
      </w:r>
      <w:r w:rsidR="00101A58">
        <w:rPr>
          <w:noProof/>
        </w:rPr>
        <w:t> </w:t>
      </w:r>
      <w:r w:rsidR="00101A58">
        <w:rPr>
          <w:noProof/>
        </w:rPr>
        <w:t> </w:t>
      </w:r>
      <w:r w:rsidR="00101A58">
        <w:rPr>
          <w:noProof/>
        </w:rPr>
        <w:t> </w:t>
      </w:r>
      <w:r w:rsidR="00101A58">
        <w:rPr>
          <w:noProof/>
        </w:rPr>
        <w:t> </w:t>
      </w:r>
      <w:r>
        <w:fldChar w:fldCharType="end"/>
      </w:r>
      <w:bookmarkEnd w:id="18"/>
    </w:p>
    <w:p w:rsidR="000B6A7E" w:rsidRDefault="000B6A7E" w:rsidP="000B6A7E">
      <w:pPr>
        <w:tabs>
          <w:tab w:val="left" w:pos="3780"/>
        </w:tabs>
      </w:pPr>
      <w:r>
        <w:t>Nom :</w:t>
      </w:r>
      <w:r>
        <w:tab/>
      </w:r>
      <w:r>
        <w:fldChar w:fldCharType="begin">
          <w:ffData>
            <w:name w:val="Texte2"/>
            <w:enabled/>
            <w:calcOnExit w:val="0"/>
            <w:textInput/>
          </w:ffData>
        </w:fldChar>
      </w:r>
      <w:bookmarkStart w:id="19" w:name="Texte2"/>
      <w:r>
        <w:instrText xml:space="preserve"> FORMTEXT </w:instrText>
      </w:r>
      <w:r>
        <w:fldChar w:fldCharType="separate"/>
      </w:r>
      <w:r w:rsidR="00101A58">
        <w:rPr>
          <w:noProof/>
        </w:rPr>
        <w:t> </w:t>
      </w:r>
      <w:r w:rsidR="00101A58">
        <w:rPr>
          <w:noProof/>
        </w:rPr>
        <w:t> </w:t>
      </w:r>
      <w:r w:rsidR="00101A58">
        <w:rPr>
          <w:noProof/>
        </w:rPr>
        <w:t> </w:t>
      </w:r>
      <w:r w:rsidR="00101A58">
        <w:rPr>
          <w:noProof/>
        </w:rPr>
        <w:t> </w:t>
      </w:r>
      <w:r w:rsidR="00101A58">
        <w:rPr>
          <w:noProof/>
        </w:rPr>
        <w:t> </w:t>
      </w:r>
      <w:r>
        <w:fldChar w:fldCharType="end"/>
      </w:r>
      <w:bookmarkEnd w:id="19"/>
    </w:p>
    <w:p w:rsidR="000B6A7E" w:rsidRDefault="000B6A7E" w:rsidP="000B6A7E">
      <w:pPr>
        <w:tabs>
          <w:tab w:val="left" w:pos="3780"/>
        </w:tabs>
      </w:pPr>
      <w:r>
        <w:t>Service :</w:t>
      </w:r>
      <w:r>
        <w:tab/>
      </w:r>
      <w:bookmarkStart w:id="20" w:name="ListeDéroulante1"/>
      <w:r>
        <w:fldChar w:fldCharType="begin">
          <w:ffData>
            <w:name w:val="ListeDéroulante1"/>
            <w:enabled/>
            <w:calcOnExit w:val="0"/>
            <w:ddList>
              <w:listEntry w:val="Parlement"/>
              <w:listEntry w:val="Commission"/>
              <w:listEntry w:val="Conseil"/>
              <w:listEntry w:val="Cour de Justice"/>
              <w:listEntry w:val="Cour des Comptes"/>
            </w:ddList>
          </w:ffData>
        </w:fldChar>
      </w:r>
      <w:r>
        <w:instrText xml:space="preserve"> FORMDROPDOWN </w:instrText>
      </w:r>
      <w:r>
        <w:fldChar w:fldCharType="end"/>
      </w:r>
      <w:bookmarkEnd w:id="20"/>
    </w:p>
    <w:p w:rsidR="000B6A7E" w:rsidRPr="000B6A7E" w:rsidRDefault="000B6A7E" w:rsidP="000B6A7E">
      <w:pPr>
        <w:pStyle w:val="Titre1"/>
        <w:rPr>
          <w:lang w:val="fr-BE"/>
        </w:rPr>
      </w:pPr>
      <w:bookmarkStart w:id="21" w:name="_Toc297753036"/>
      <w:r w:rsidRPr="000B6A7E">
        <w:rPr>
          <w:lang w:val="fr-BE"/>
        </w:rPr>
        <w:lastRenderedPageBreak/>
        <w:t>Insertion d’un nouveau saut de section</w:t>
      </w:r>
      <w:bookmarkEnd w:id="21"/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w:drawing>
          <wp:inline distT="0" distB="0" distL="0" distR="0" wp14:anchorId="3C6220DC" wp14:editId="1B937A88">
            <wp:extent cx="1789430" cy="1065530"/>
            <wp:effectExtent l="0" t="0" r="1270" b="127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BE" w:bidi="ar-SA"/>
        </w:rPr>
        <w:drawing>
          <wp:inline distT="0" distB="0" distL="0" distR="0" wp14:anchorId="03D06862" wp14:editId="6D413B2F">
            <wp:extent cx="1690370" cy="1776095"/>
            <wp:effectExtent l="0" t="0" r="508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</w:p>
    <w:p w:rsidR="000B6A7E" w:rsidRDefault="000B6A7E" w:rsidP="000B6A7E">
      <w:pPr>
        <w:tabs>
          <w:tab w:val="right" w:pos="9071"/>
        </w:tabs>
        <w:sectPr w:rsidR="000B6A7E" w:rsidSect="006F5AE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6A7E" w:rsidRDefault="000B6A7E" w:rsidP="000B6A7E">
      <w:r>
        <w:lastRenderedPageBreak/>
        <w:t>Résultat, ce texte est dans la section 3 de mon document (voir barre d’état)</w:t>
      </w:r>
    </w:p>
    <w:p w:rsidR="000B6A7E" w:rsidRDefault="000B6A7E" w:rsidP="000B6A7E">
      <w:r>
        <w:t>Même remarque que précédemment.</w: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w:drawing>
          <wp:inline distT="0" distB="0" distL="0" distR="0" wp14:anchorId="7A887421" wp14:editId="5FDC1225">
            <wp:extent cx="3729990" cy="401320"/>
            <wp:effectExtent l="0" t="0" r="381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B0EE89" wp14:editId="56BBB01F">
                <wp:simplePos x="0" y="0"/>
                <wp:positionH relativeFrom="column">
                  <wp:posOffset>1143000</wp:posOffset>
                </wp:positionH>
                <wp:positionV relativeFrom="paragraph">
                  <wp:posOffset>164465</wp:posOffset>
                </wp:positionV>
                <wp:extent cx="1600200" cy="571500"/>
                <wp:effectExtent l="38100" t="12065" r="9525" b="54610"/>
                <wp:wrapNone/>
                <wp:docPr id="25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02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2.95pt" to="3in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">
                <v:stroke endarrow="block"/>
              </v:line>
            </w:pict>
          </mc:Fallback>
        </mc:AlternateConten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w:drawing>
          <wp:inline distT="0" distB="0" distL="0" distR="0" wp14:anchorId="7960717F" wp14:editId="03EF05FC">
            <wp:extent cx="1617980" cy="638175"/>
            <wp:effectExtent l="0" t="0" r="1270" b="952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  <w:r>
        <w:t>Ensuite :</w: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w:drawing>
          <wp:inline distT="0" distB="0" distL="0" distR="0" wp14:anchorId="03C536CB" wp14:editId="3FD3BD99">
            <wp:extent cx="2440305" cy="2466975"/>
            <wp:effectExtent l="0" t="0" r="0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  <w:r>
        <w:t>L’ouverture du volet Office se fait automatiquement</w:t>
      </w:r>
    </w:p>
    <w:p w:rsidR="000B6A7E" w:rsidRDefault="000B6A7E" w:rsidP="000B6A7E">
      <w:pPr>
        <w:tabs>
          <w:tab w:val="right" w:pos="9071"/>
        </w:tabs>
      </w:pPr>
      <w:r>
        <w:t>Je ne mets, bien sûr aucun mot de passe.</w:t>
      </w:r>
    </w:p>
    <w:p w:rsidR="000B6A7E" w:rsidRDefault="000B6A7E" w:rsidP="000B6A7E">
      <w:pPr>
        <w:tabs>
          <w:tab w:val="right" w:pos="9071"/>
        </w:tabs>
      </w:pPr>
      <w:r>
        <w:t>À noter qu’à ce niveau, plus aucune manipulation n’est possible.</w: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w:lastRenderedPageBreak/>
        <mc:AlternateContent>
          <mc:Choice Requires="wpg">
            <w:drawing>
              <wp:inline distT="0" distB="0" distL="0" distR="0" wp14:anchorId="391D64BC" wp14:editId="37AE4515">
                <wp:extent cx="1933575" cy="4676775"/>
                <wp:effectExtent l="0" t="0" r="0" b="0"/>
                <wp:docPr id="23" name="Group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33575" cy="4676775"/>
                          <a:chOff x="0" y="0"/>
                          <a:chExt cx="203" cy="491"/>
                        </a:xfrm>
                      </wpg:grpSpPr>
                      <pic:pic xmlns:pic="http://schemas.openxmlformats.org/drawingml/2006/picture">
                        <pic:nvPicPr>
                          <pic:cNvPr id="2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" cy="4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e 23" o:spid="_x0000_s1026" style="width:152.25pt;height:368.25pt;mso-position-horizontal-relative:char;mso-position-vertical-relative:line" coordsize="203,4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">
                <o:lock v:ext="edit" aspectratio="t"/>
                <v:shape id="Picture 9" o:spid="_x0000_s1027" type="#_x0000_t75" style="position:absolute;width:203;height: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lPfPDAAAA2wAAAA8AAABkcnMvZG93bnJldi54bWxEj09rwkAUxO+FfoflFbzVTaQtkmYVEQQP&#10;RVB7qLdH9uUPzb4N2WcSv70rFHocZuY3TL6eXKsG6kPj2UA6T0ARF942XBn4Pu9el6CCIFtsPZOB&#10;GwVYr56fcsysH/lIw0kqFSEcMjRQi3SZ1qGoyWGY+444eqXvHUqUfaVtj2OEu1YvkuRDO2w4LtTY&#10;0bam4vd0dQbOtLnhl/xUXB6vIrhND++X1JjZy7T5BCU0yX/4r723BhZv8PgSf4Be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aU988MAAADbAAAADwAAAAAAAAAAAAAAAACf&#10;AgAAZHJzL2Rvd25yZXYueG1sUEsFBgAAAAAEAAQA9wAAAI8DAAAAAA==&#10;">
                  <v:imagedata r:id="rId25" o:title=""/>
                </v:shape>
                <w10:anchorlock/>
              </v:group>
            </w:pict>
          </mc:Fallback>
        </mc:AlternateContent>
      </w:r>
      <w:r>
        <w:t xml:space="preserve"> </w:t>
      </w:r>
      <w:proofErr w:type="gramStart"/>
      <w:r>
        <w:t>à</w:t>
      </w:r>
      <w:proofErr w:type="gramEnd"/>
      <w:r>
        <w:t xml:space="preserve"> remarquer : les coches utilisées !</w:t>
      </w:r>
    </w:p>
    <w:p w:rsidR="000B6A7E" w:rsidRDefault="000B6A7E" w:rsidP="000B6A7E">
      <w:pPr>
        <w:tabs>
          <w:tab w:val="right" w:pos="9071"/>
        </w:tabs>
      </w:pPr>
      <w:r>
        <w:t xml:space="preserve">Et puis </w:t>
      </w:r>
      <w:r>
        <w:rPr>
          <w:noProof/>
          <w:lang w:eastAsia="fr-BE" w:bidi="ar-SA"/>
        </w:rPr>
        <w:drawing>
          <wp:inline distT="0" distB="0" distL="0" distR="0" wp14:anchorId="339D06BA" wp14:editId="2A17EE14">
            <wp:extent cx="1848485" cy="1065530"/>
            <wp:effectExtent l="0" t="0" r="0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  <w:r>
        <w:t>Après avoir ôté la protection du document, je change le mode de protection de</w: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mc:AlternateContent>
          <mc:Choice Requires="wpg">
            <w:drawing>
              <wp:inline distT="0" distB="0" distL="0" distR="0" wp14:anchorId="73154D4E" wp14:editId="13439396">
                <wp:extent cx="1895475" cy="1285875"/>
                <wp:effectExtent l="0" t="0" r="0" b="0"/>
                <wp:docPr id="21" name="Group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895475" cy="1285875"/>
                          <a:chOff x="0" y="0"/>
                          <a:chExt cx="199" cy="135"/>
                        </a:xfrm>
                      </wpg:grpSpPr>
                      <pic:pic xmlns:pic="http://schemas.openxmlformats.org/drawingml/2006/picture">
                        <pic:nvPicPr>
                          <pic:cNvPr id="2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" cy="1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e 21" o:spid="_x0000_s1026" style="width:149.25pt;height:101.25pt;mso-position-horizontal-relative:char;mso-position-vertical-relative:line" coordsize="199,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">
                <o:lock v:ext="edit" aspectratio="t"/>
                <v:shape id="Picture 7" o:spid="_x0000_s1027" type="#_x0000_t75" style="position:absolute;width:199;height:1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3yw7FAAAA2wAAAA8AAABkcnMvZG93bnJldi54bWxEj09rg0AUxO+FfIflBXqra4T+iclGRAik&#10;hyK1CeT4cF9U4r4VdxPtt+8WCj0OM/MbZpvNphd3Gl1nWcEqikEQ11Z33Cg4fu2f3kA4j6yxt0wK&#10;vslBtls8bDHVduJPule+EQHCLkUFrfdDKqWrWzLoIjsQB+9iR4M+yLGResQpwE0vkzh+kQY7Dgst&#10;DlS0VF+rm1HgpqRcH9YfZV28nvPn9+K0KuNeqcflnG9AeJr9f/ivfdAKkgR+v4QfIH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N8sOxQAAANsAAAAPAAAAAAAAAAAAAAAA&#10;AJ8CAABkcnMvZG93bnJldi54bWxQSwUGAAAAAAQABAD3AAAAkQMAAAAA&#10;">
                  <v:imagedata r:id="rId28" o:title=""/>
                </v:shape>
                <w10:anchorlock/>
              </v:group>
            </w:pict>
          </mc:Fallback>
        </mc:AlternateContent>
      </w:r>
    </w:p>
    <w:p w:rsidR="000B6A7E" w:rsidRDefault="000B6A7E" w:rsidP="000B6A7E">
      <w:pPr>
        <w:tabs>
          <w:tab w:val="right" w:pos="9071"/>
        </w:tabs>
      </w:pPr>
      <w:r>
        <w:t>Aucune modification en remplissage de formulaire</w:t>
      </w:r>
    </w:p>
    <w:p w:rsidR="000B6A7E" w:rsidRDefault="000B6A7E" w:rsidP="000B6A7E">
      <w:pPr>
        <w:tabs>
          <w:tab w:val="right" w:pos="9071"/>
        </w:tabs>
      </w:pPr>
      <w:r>
        <w:t>Je remets la protection qui me permet de modifier les champs du formulaire.</w:t>
      </w:r>
    </w:p>
    <w:p w:rsidR="000B6A7E" w:rsidRDefault="000B6A7E" w:rsidP="000B6A7E">
      <w:pPr>
        <w:tabs>
          <w:tab w:val="center" w:pos="4500"/>
          <w:tab w:val="right" w:pos="9071"/>
        </w:tabs>
      </w:pPr>
      <w:r>
        <w:rPr>
          <w:noProof/>
          <w:lang w:eastAsia="fr-BE" w:bidi="ar-SA"/>
        </w:rPr>
        <w:lastRenderedPageBreak/>
        <mc:AlternateContent>
          <mc:Choice Requires="wpg">
            <w:drawing>
              <wp:inline distT="0" distB="0" distL="0" distR="0" wp14:anchorId="2281AAB3" wp14:editId="637E5A42">
                <wp:extent cx="1895475" cy="1257300"/>
                <wp:effectExtent l="0" t="0" r="0" b="0"/>
                <wp:docPr id="19" name="Group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895475" cy="1257300"/>
                          <a:chOff x="0" y="0"/>
                          <a:chExt cx="199" cy="132"/>
                        </a:xfrm>
                      </wpg:grpSpPr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" cy="1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e 19" o:spid="_x0000_s1026" style="width:149.25pt;height:99pt;mso-position-horizontal-relative:char;mso-position-vertical-relative:line" coordsize="199,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">
                <o:lock v:ext="edit" aspectratio="t"/>
                <v:shape id="Picture 5" o:spid="_x0000_s1027" type="#_x0000_t75" style="position:absolute;width:199;height:1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qTfDAAAAA2wAAAA8AAABkcnMvZG93bnJldi54bWxET8uKwjAU3Q/4D+EK7sZUFzJWUxFR0I0w&#10;Wl1fmtsHNje1iW2dr58sBmZ5OO/1ZjC16Kh1lWUFs2kEgjizuuJCQXo9fH6BcB5ZY22ZFLzJwSYZ&#10;fawx1rbnb+ouvhAhhF2MCkrvm1hKl5Vk0E1tQxy43LYGfYBtIXWLfQg3tZxH0UIarDg0lNjQrqTs&#10;cXkZBffotMzTc7W/PfxPl+pdoZ+uV2oyHrYrEJ4G/y/+cx+1gnlYH76EHyCT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epN8MAAAADbAAAADwAAAAAAAAAAAAAAAACfAgAA&#10;ZHJzL2Rvd25yZXYueG1sUEsFBgAAAAAEAAQA9wAAAIwDAAAAAA==&#10;">
                  <v:imagedata r:id="rId30" o:title=""/>
                </v:shape>
                <w10:anchorlock/>
              </v:group>
            </w:pict>
          </mc:Fallback>
        </mc:AlternateContent>
      </w:r>
      <w:r>
        <w:t xml:space="preserve"> </w:t>
      </w:r>
      <w:r>
        <w:tab/>
      </w:r>
      <w:proofErr w:type="gramStart"/>
      <w:r>
        <w:t>puis</w:t>
      </w:r>
      <w:proofErr w:type="gramEnd"/>
      <w:r>
        <w:tab/>
      </w:r>
      <w:r>
        <w:rPr>
          <w:noProof/>
          <w:lang w:eastAsia="fr-BE" w:bidi="ar-SA"/>
        </w:rPr>
        <w:drawing>
          <wp:inline distT="0" distB="0" distL="0" distR="0" wp14:anchorId="01598FE4" wp14:editId="63F1BF3F">
            <wp:extent cx="1940560" cy="1026160"/>
            <wp:effectExtent l="0" t="0" r="2540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56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center" w:pos="4500"/>
          <w:tab w:val="right" w:pos="9071"/>
        </w:tabs>
      </w:pPr>
      <w:r>
        <w:rPr>
          <w:noProof/>
          <w:lang w:eastAsia="fr-BE" w:bidi="ar-SA"/>
        </w:rPr>
        <w:drawing>
          <wp:inline distT="0" distB="0" distL="0" distR="0" wp14:anchorId="4C42AE2D" wp14:editId="3520D4EE">
            <wp:extent cx="3361690" cy="207899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Pr="000B6A7E" w:rsidRDefault="000B6A7E" w:rsidP="000B6A7E">
      <w:pPr>
        <w:pStyle w:val="Titre1"/>
        <w:rPr>
          <w:lang w:val="fr-BE"/>
        </w:rPr>
      </w:pPr>
      <w:bookmarkStart w:id="22" w:name="_Toc297753037"/>
      <w:r w:rsidRPr="000B6A7E">
        <w:rPr>
          <w:lang w:val="fr-BE"/>
        </w:rPr>
        <w:lastRenderedPageBreak/>
        <w:t>Remarque importante</w:t>
      </w:r>
      <w:bookmarkEnd w:id="22"/>
    </w:p>
    <w:p w:rsidR="000B6A7E" w:rsidRDefault="000B6A7E" w:rsidP="000B6A7E">
      <w:r>
        <w:t>Je peux dès maintenant choisir les sections à protéger ou à donner accès :</w:t>
      </w:r>
    </w:p>
    <w:p w:rsidR="000B6A7E" w:rsidRDefault="000B6A7E" w:rsidP="000B6A7E">
      <w:pPr>
        <w:tabs>
          <w:tab w:val="right" w:pos="9071"/>
        </w:tabs>
      </w:pPr>
      <w:r>
        <w:rPr>
          <w:noProof/>
          <w:lang w:eastAsia="fr-BE" w:bidi="ar-SA"/>
        </w:rPr>
        <mc:AlternateContent>
          <mc:Choice Requires="wpg">
            <w:drawing>
              <wp:inline distT="0" distB="0" distL="0" distR="0" wp14:anchorId="47958D78" wp14:editId="4F611AB8">
                <wp:extent cx="1924050" cy="3028950"/>
                <wp:effectExtent l="0" t="0" r="0" b="0"/>
                <wp:docPr id="17" name="Group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24050" cy="3028950"/>
                          <a:chOff x="0" y="0"/>
                          <a:chExt cx="202" cy="318"/>
                        </a:xfrm>
                      </wpg:grpSpPr>
                      <pic:pic xmlns:pic="http://schemas.openxmlformats.org/drawingml/2006/picture">
                        <pic:nvPicPr>
                          <pic:cNvPr id="1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" cy="3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e 17" o:spid="_x0000_s1026" style="width:151.5pt;height:238.5pt;mso-position-horizontal-relative:char;mso-position-vertical-relative:line" coordsize="202,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">
                <o:lock v:ext="edit" aspectratio="t"/>
                <v:shape id="Picture 3" o:spid="_x0000_s1027" type="#_x0000_t75" style="position:absolute;width:202;height: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9ANzEAAAA2wAAAA8AAABkcnMvZG93bnJldi54bWxEj91qwkAQhe+FvsMyhd6IblpBNLpKKQhS&#10;iuDPAwy7YxLMzibZbYxv37koeDfDOXPON+vt4GvVUxerwAbepxkoYhtcxYWBy3k3WYCKCdlhHZgM&#10;PCjCdvMyWmPuwp2P1J9SoSSEY44GypSaXOtoS/IYp6EhFu0aOo9J1q7QrsO7hPtaf2TZXHusWBpK&#10;bOirJHs7/XoD/azdUTuz43Ob2ceh/lm23/tkzNvr8LkClWhIT/P/9d4JvsDKLzKA3v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09ANzEAAAA2wAAAA8AAAAAAAAAAAAAAAAA&#10;nwIAAGRycy9kb3ducmV2LnhtbFBLBQYAAAAABAAEAPcAAACQAwAAAAA=&#10;">
                  <v:imagedata r:id="rId34" o:title=""/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  <w:lang w:eastAsia="fr-BE" w:bidi="ar-SA"/>
        </w:rPr>
        <w:drawing>
          <wp:inline distT="0" distB="0" distL="0" distR="0" wp14:anchorId="5B4AF4C9" wp14:editId="659DAB18">
            <wp:extent cx="2190750" cy="206565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6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A7E" w:rsidRDefault="000B6A7E" w:rsidP="000B6A7E">
      <w:pPr>
        <w:tabs>
          <w:tab w:val="right" w:pos="9071"/>
        </w:tabs>
      </w:pPr>
      <w:r>
        <w:t>Comme par exemple décocher la section 3 pour répondre à l’énoncé de l’exposé plus avant</w:t>
      </w:r>
    </w:p>
    <w:p w:rsidR="000B6A7E" w:rsidRPr="006F5AEE" w:rsidRDefault="000B6A7E" w:rsidP="000B6A7E">
      <w:pPr>
        <w:tabs>
          <w:tab w:val="right" w:pos="9071"/>
        </w:tabs>
      </w:pPr>
      <w:r>
        <w:t>CQFD ?</w:t>
      </w:r>
    </w:p>
    <w:p w:rsidR="001C69CD" w:rsidRPr="001C69CD" w:rsidRDefault="001C69CD" w:rsidP="001C69CD">
      <w:pPr>
        <w:pStyle w:val="Titre1"/>
        <w:rPr>
          <w:lang w:val="fr-BE"/>
        </w:rPr>
      </w:pPr>
      <w:bookmarkStart w:id="23" w:name="_Toc237231819"/>
      <w:bookmarkStart w:id="24" w:name="_Toc297753038"/>
      <w:bookmarkEnd w:id="14"/>
      <w:r w:rsidRPr="001C69CD">
        <w:rPr>
          <w:lang w:val="fr-BE"/>
        </w:rPr>
        <w:lastRenderedPageBreak/>
        <w:t>Remerciements</w:t>
      </w:r>
      <w:bookmarkEnd w:id="23"/>
      <w:bookmarkEnd w:id="24"/>
    </w:p>
    <w:p w:rsidR="001C69CD" w:rsidRDefault="000B6A7E" w:rsidP="001C69CD">
      <w:r>
        <w:t>À moi, il n’y a pas de raison…</w:t>
      </w:r>
      <w:r>
        <w:tab/>
        <w:t>;-)</w:t>
      </w:r>
    </w:p>
    <w:p w:rsidR="001C69CD" w:rsidRPr="001C69CD" w:rsidRDefault="001C69CD" w:rsidP="001C69CD">
      <w:pPr>
        <w:pStyle w:val="Titre1"/>
        <w:rPr>
          <w:lang w:val="fr-BE"/>
        </w:rPr>
      </w:pPr>
      <w:bookmarkStart w:id="25" w:name="_Toc237231820"/>
      <w:bookmarkStart w:id="26" w:name="_Toc297753039"/>
      <w:r w:rsidRPr="001C69CD">
        <w:rPr>
          <w:lang w:val="fr-BE"/>
        </w:rPr>
        <w:lastRenderedPageBreak/>
        <w:t>Divers</w:t>
      </w:r>
      <w:bookmarkEnd w:id="25"/>
      <w:bookmarkEnd w:id="26"/>
    </w:p>
    <w:p w:rsidR="001C69CD" w:rsidRDefault="001C69CD" w:rsidP="001C69CD">
      <w:pPr>
        <w:rPr>
          <w:rFonts w:cs="Arial"/>
        </w:rPr>
      </w:pPr>
      <w:r>
        <w:rPr>
          <w:rFonts w:cs="Arial"/>
        </w:rPr>
        <w:t xml:space="preserve">Ce produit est entièrement gratuit.  Si vous l'avez apprécié, soyez assez sympa </w:t>
      </w:r>
      <w:r w:rsidR="00B41F27">
        <w:rPr>
          <w:rFonts w:cs="Arial"/>
        </w:rPr>
        <w:t xml:space="preserve">que </w:t>
      </w:r>
      <w:r>
        <w:rPr>
          <w:rFonts w:cs="Arial"/>
        </w:rPr>
        <w:t>de verser une contribution que vous estimerez à l'association caritative de votre choix</w:t>
      </w:r>
    </w:p>
    <w:p w:rsidR="00B41F27" w:rsidRPr="001C69CD" w:rsidRDefault="00B41F27" w:rsidP="001C69CD">
      <w:r>
        <w:rPr>
          <w:rFonts w:cs="Arial"/>
        </w:rPr>
        <w:t xml:space="preserve">Visitez notre site </w:t>
      </w:r>
      <w:hyperlink r:id="rId36" w:history="1">
        <w:r w:rsidRPr="00D166F1">
          <w:rPr>
            <w:rStyle w:val="Lienhypertexte"/>
            <w:rFonts w:asciiTheme="majorHAnsi" w:hAnsiTheme="majorHAnsi" w:cs="Arial"/>
          </w:rPr>
          <w:t>www.cadacom.be</w:t>
        </w:r>
      </w:hyperlink>
      <w:r>
        <w:rPr>
          <w:rFonts w:cs="Arial"/>
        </w:rPr>
        <w:t>, tout y est gratuit…</w:t>
      </w:r>
    </w:p>
    <w:sectPr w:rsidR="00B41F27" w:rsidRPr="001C69CD" w:rsidSect="00014714">
      <w:footerReference w:type="default" r:id="rId37"/>
      <w:pgSz w:w="11907" w:h="16840" w:code="9"/>
      <w:pgMar w:top="1134" w:right="1418" w:bottom="1134" w:left="1418" w:header="567" w:footer="79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A7E" w:rsidRDefault="000B6A7E" w:rsidP="002F2AEA">
      <w:pPr>
        <w:spacing w:after="0" w:line="240" w:lineRule="auto"/>
      </w:pPr>
      <w:r>
        <w:separator/>
      </w:r>
    </w:p>
  </w:endnote>
  <w:endnote w:type="continuationSeparator" w:id="0">
    <w:p w:rsidR="000B6A7E" w:rsidRDefault="000B6A7E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835" w:rsidRDefault="00CF7835" w:rsidP="004257B2">
    <w:pPr>
      <w:pStyle w:val="Pieddepage"/>
      <w:shd w:val="pct15" w:color="000000" w:fill="FFFFFF"/>
      <w:jc w:val="center"/>
    </w:pPr>
    <w:r>
      <w:t xml:space="preserve">Rue Gaston RAGON, 43 à 5170 Bois-de-Villers  -  </w:t>
    </w:r>
    <w:r>
      <w:rPr>
        <w:b/>
      </w:rPr>
      <w:t>081 43 35 84</w:t>
    </w:r>
    <w:r>
      <w:t xml:space="preserve"> &amp; </w:t>
    </w:r>
    <w:r>
      <w:rPr>
        <w:b/>
      </w:rPr>
      <w:t>075 45 81 01</w:t>
    </w:r>
    <w:r>
      <w:t xml:space="preserve">  daniel@cadacom.be</w:t>
    </w:r>
  </w:p>
  <w:p w:rsidR="00CF7835" w:rsidRDefault="00CF78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835" w:rsidRDefault="00785D43">
    <w:pPr>
      <w:pStyle w:val="Pieddepage"/>
    </w:pPr>
    <w:r>
      <w:rPr>
        <w:noProof/>
        <w:lang w:eastAsia="fr-BE" w:bidi="ar-SA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99F5AD8" wp14:editId="016CDC3A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11430" r="4445" b="10795"/>
              <wp:wrapNone/>
              <wp:docPr id="69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697" name="AutoShape 2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8" name="Oval 3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9" name="Oval 4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1" name="Oval 5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7835" w:rsidRDefault="00CF7835">
                            <w:pPr>
                              <w:pStyle w:val="En-tt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101A58" w:rsidRPr="00101A58">
                              <w:rPr>
                                <w:noProof/>
                                <w:color w:val="FFFFFF" w:themeColor="background1"/>
                              </w:rPr>
                              <w:t>14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41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42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sU6sYAAADcAAAADwAAAGRycy9kb3ducmV2LnhtbESPQWvCQBSE7wX/w/KE3nTTImqjawiF&#10;QqGXNor0+Mw+k9js27C7jdFf7xaEHoeZ+YZZZ4NpRU/ON5YVPE0TEMSl1Q1XCnbbt8kShA/IGlvL&#10;pOBCHrLN6GGNqbZn/qK+CJWIEPYpKqhD6FIpfVmTQT+1HXH0jtYZDFG6SmqH5wg3rXxOkrk02HBc&#10;qLGj15rKn+LXKDh8h9mJ/Gl/vH665exSfPR5slDqcTzkKxCBhvAfvrfftYL5ywL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LFOrGAAAA3AAAAA8AAAAAAAAA&#10;AAAAAAAAoQIAAGRycy9kb3ducmV2LnhtbFBLBQYAAAAABAAEAPkAAACUAwAAAAA=&#10;" strokecolor="#b8d1ba [1620]"/>
              <v:oval id="Oval 3" o:spid="_x0000_s1043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C6L8A&#10;AADcAAAADwAAAGRycy9kb3ducmV2LnhtbERPzYrCMBC+L/gOYYS9rYkeZK1GUVHZPanVBxiasSk2&#10;k9JE2337zUHw+PH9L1a9q8WT2lB51jAeKRDEhTcVlxqul/3XN4gQkQ3WnknDHwVYLQcfC8yM7/hM&#10;zzyWIoVwyFCDjbHJpAyFJYdh5BvixN186zAm2JbStNilcFfLiVJT6bDi1GCxoa2l4p4/nAZF9lxf&#10;zUF2x82pCbna/Razu9afw349BxGpj2/xy/1jNExnaW06k4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QoLovwAAANwAAAAPAAAAAAAAAAAAAAAAAJgCAABkcnMvZG93bnJl&#10;di54bWxQSwUGAAAAAAQABAD1AAAAhAMAAAAA&#10;" fillcolor="#b8d1ba [1620]" stroked="f"/>
              <v:oval id="Oval 4" o:spid="_x0000_s1044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RIA8MA&#10;AADcAAAADwAAAGRycy9kb3ducmV2LnhtbESPQWvCQBSE74X+h+UVeinNJiKaRNdQFMFro7k/sq9J&#10;MPs2za6a+uvdQqHHYWa+YdbFZHpxpdF1lhUkUQyCuLa640bB6bh/T0E4j6yxt0wKfshBsXl+WmOu&#10;7Y0/6Vr6RgQIuxwVtN4PuZSubsmgi+xAHLwvOxr0QY6N1CPeAtz0chbHC2mw47DQ4kDblupzeTEK&#10;XLVN9tVlWXI6x/Kuv2ln6jelXl+mjxUIT5P/D/+1D1rBIsvg90w4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RIA8MAAADcAAAADwAAAAAAAAAAAAAAAACYAgAAZHJzL2Rv&#10;d25yZXYueG1sUEsFBgAAAAAEAAQA9QAAAIgDAAAAAA==&#10;" fillcolor="#dce8dc [820]" stroked="f"/>
              <v:oval id="Oval 5" o:spid="_x0000_s1045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jjicYA&#10;AADcAAAADwAAAGRycy9kb3ducmV2LnhtbESPS2vDMBCE74H+B7GBXkItxTQPHCuhlBbqU8jj0tti&#10;bWwTa+VaquP++6pQyHGYmW+YfDfaVgzU+8axhnmiQBCXzjRcaTif3p/WIHxANtg6Jg0/5GG3fZjk&#10;mBl34wMNx1CJCGGfoYY6hC6T0pc1WfSJ64ijd3G9xRBlX0nT4y3CbStTpZbSYsNxocaOXmsqr8dv&#10;q2GxX6TFoKrn8+d6lRbt2zD7KqTWj9PxZQMi0Bju4f/2h9GwUnP4OxOP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jjicYAAADcAAAADwAAAAAAAAAAAAAAAACYAgAAZHJz&#10;L2Rvd25yZXYueG1sUEsFBgAAAAAEAAQA9QAAAIsDAAAAAA==&#10;" fillcolor="#95ba98 [2420]" stroked="f">
                <v:textbox>
                  <w:txbxContent>
                    <w:p w:rsidR="00CF7835" w:rsidRDefault="00CF7835">
                      <w:pPr>
                        <w:pStyle w:val="En-tte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101A58" w:rsidRPr="00101A58">
                        <w:rPr>
                          <w:noProof/>
                          <w:color w:val="FFFFFF" w:themeColor="background1"/>
                        </w:rPr>
                        <w:t>14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A7E" w:rsidRDefault="000B6A7E" w:rsidP="002F2AEA">
      <w:pPr>
        <w:spacing w:after="0" w:line="240" w:lineRule="auto"/>
      </w:pPr>
      <w:r>
        <w:separator/>
      </w:r>
    </w:p>
  </w:footnote>
  <w:footnote w:type="continuationSeparator" w:id="0">
    <w:p w:rsidR="000B6A7E" w:rsidRDefault="000B6A7E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.55pt;height:9.55pt" o:bullet="t">
        <v:imagedata r:id="rId1" o:title="BD21335_"/>
      </v:shape>
    </w:pict>
  </w:numPicBullet>
  <w:abstractNum w:abstractNumId="0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3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64E4393"/>
    <w:multiLevelType w:val="hybridMultilevel"/>
    <w:tmpl w:val="14F4240E"/>
    <w:lvl w:ilvl="0" w:tplc="89B4560A">
      <w:start w:val="1"/>
      <w:numFmt w:val="bullet"/>
      <w:lvlText w:val=""/>
      <w:lvlPicBulletId w:val="0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attachedTemplate r:id="rId1"/>
  <w:mailMerge>
    <w:mainDocumentType w:val="formLetters"/>
    <w:dataType w:val="textFile"/>
    <w:activeRecord w:val="-1"/>
    <w:odso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9,#09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7E"/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47A1"/>
    <w:rsid w:val="000259C5"/>
    <w:rsid w:val="00032613"/>
    <w:rsid w:val="00034628"/>
    <w:rsid w:val="00036C0F"/>
    <w:rsid w:val="00043E5E"/>
    <w:rsid w:val="00044D06"/>
    <w:rsid w:val="0004536F"/>
    <w:rsid w:val="00054F0F"/>
    <w:rsid w:val="00055DF4"/>
    <w:rsid w:val="00060891"/>
    <w:rsid w:val="000631AF"/>
    <w:rsid w:val="00072D0F"/>
    <w:rsid w:val="000731D2"/>
    <w:rsid w:val="000839D6"/>
    <w:rsid w:val="00090ECB"/>
    <w:rsid w:val="00091322"/>
    <w:rsid w:val="00091C39"/>
    <w:rsid w:val="00094229"/>
    <w:rsid w:val="000949B7"/>
    <w:rsid w:val="00094E70"/>
    <w:rsid w:val="000A3AA1"/>
    <w:rsid w:val="000A3B6B"/>
    <w:rsid w:val="000A3F7B"/>
    <w:rsid w:val="000A5FF9"/>
    <w:rsid w:val="000B6358"/>
    <w:rsid w:val="000B6A7E"/>
    <w:rsid w:val="000D4E99"/>
    <w:rsid w:val="000E09E5"/>
    <w:rsid w:val="000E1335"/>
    <w:rsid w:val="000E1946"/>
    <w:rsid w:val="000E3984"/>
    <w:rsid w:val="000E3E5E"/>
    <w:rsid w:val="000E5A0C"/>
    <w:rsid w:val="00101A58"/>
    <w:rsid w:val="00110895"/>
    <w:rsid w:val="0011366A"/>
    <w:rsid w:val="00116DA5"/>
    <w:rsid w:val="00125D21"/>
    <w:rsid w:val="0013596D"/>
    <w:rsid w:val="0014159E"/>
    <w:rsid w:val="00141FA2"/>
    <w:rsid w:val="00142DB5"/>
    <w:rsid w:val="00143A20"/>
    <w:rsid w:val="001454E7"/>
    <w:rsid w:val="00151973"/>
    <w:rsid w:val="00151B67"/>
    <w:rsid w:val="00165AE9"/>
    <w:rsid w:val="00181D33"/>
    <w:rsid w:val="00182393"/>
    <w:rsid w:val="001846BB"/>
    <w:rsid w:val="00187032"/>
    <w:rsid w:val="00196D62"/>
    <w:rsid w:val="00196E19"/>
    <w:rsid w:val="00196F47"/>
    <w:rsid w:val="001A3D83"/>
    <w:rsid w:val="001A5D77"/>
    <w:rsid w:val="001A78E7"/>
    <w:rsid w:val="001B30BC"/>
    <w:rsid w:val="001B5ADB"/>
    <w:rsid w:val="001C02FF"/>
    <w:rsid w:val="001C1003"/>
    <w:rsid w:val="001C69CD"/>
    <w:rsid w:val="001D79D2"/>
    <w:rsid w:val="001E0C4C"/>
    <w:rsid w:val="001E55DD"/>
    <w:rsid w:val="001E6C4F"/>
    <w:rsid w:val="001E6CA7"/>
    <w:rsid w:val="001F15D3"/>
    <w:rsid w:val="001F6CE3"/>
    <w:rsid w:val="00202C58"/>
    <w:rsid w:val="002034A4"/>
    <w:rsid w:val="00203D43"/>
    <w:rsid w:val="002041DE"/>
    <w:rsid w:val="00204BD8"/>
    <w:rsid w:val="00207020"/>
    <w:rsid w:val="002148CF"/>
    <w:rsid w:val="0022419A"/>
    <w:rsid w:val="00234AEE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6398"/>
    <w:rsid w:val="002D7494"/>
    <w:rsid w:val="002E1C98"/>
    <w:rsid w:val="002E4BBB"/>
    <w:rsid w:val="002F0190"/>
    <w:rsid w:val="002F2AEA"/>
    <w:rsid w:val="00304C6E"/>
    <w:rsid w:val="003128E4"/>
    <w:rsid w:val="00313CF6"/>
    <w:rsid w:val="003214C2"/>
    <w:rsid w:val="0032504D"/>
    <w:rsid w:val="00330EF6"/>
    <w:rsid w:val="00333202"/>
    <w:rsid w:val="00337724"/>
    <w:rsid w:val="00341582"/>
    <w:rsid w:val="00341FF7"/>
    <w:rsid w:val="003462D6"/>
    <w:rsid w:val="00353D3A"/>
    <w:rsid w:val="003576BA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257B2"/>
    <w:rsid w:val="004343F3"/>
    <w:rsid w:val="00435070"/>
    <w:rsid w:val="00436ACD"/>
    <w:rsid w:val="00441155"/>
    <w:rsid w:val="004416DD"/>
    <w:rsid w:val="00443238"/>
    <w:rsid w:val="004524D9"/>
    <w:rsid w:val="00452A99"/>
    <w:rsid w:val="00456743"/>
    <w:rsid w:val="00462A56"/>
    <w:rsid w:val="00462DEC"/>
    <w:rsid w:val="00466A55"/>
    <w:rsid w:val="00467A53"/>
    <w:rsid w:val="00473255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C8D"/>
    <w:rsid w:val="004D6626"/>
    <w:rsid w:val="004D70D1"/>
    <w:rsid w:val="004E00E6"/>
    <w:rsid w:val="004E468D"/>
    <w:rsid w:val="004E6C0E"/>
    <w:rsid w:val="004F013B"/>
    <w:rsid w:val="00523557"/>
    <w:rsid w:val="00527D8D"/>
    <w:rsid w:val="0053035A"/>
    <w:rsid w:val="00530D09"/>
    <w:rsid w:val="00531500"/>
    <w:rsid w:val="005368F7"/>
    <w:rsid w:val="005505B3"/>
    <w:rsid w:val="00550FA0"/>
    <w:rsid w:val="005621E8"/>
    <w:rsid w:val="005629AB"/>
    <w:rsid w:val="00570816"/>
    <w:rsid w:val="00571CB7"/>
    <w:rsid w:val="005726E6"/>
    <w:rsid w:val="005741F4"/>
    <w:rsid w:val="0057469A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E3692"/>
    <w:rsid w:val="005E391E"/>
    <w:rsid w:val="005E64BF"/>
    <w:rsid w:val="00601098"/>
    <w:rsid w:val="00622705"/>
    <w:rsid w:val="00626E2C"/>
    <w:rsid w:val="006354F0"/>
    <w:rsid w:val="00637E78"/>
    <w:rsid w:val="00641690"/>
    <w:rsid w:val="006438FB"/>
    <w:rsid w:val="00644978"/>
    <w:rsid w:val="00645059"/>
    <w:rsid w:val="00645492"/>
    <w:rsid w:val="00647FD7"/>
    <w:rsid w:val="00652079"/>
    <w:rsid w:val="006556CD"/>
    <w:rsid w:val="00656F35"/>
    <w:rsid w:val="00663CA4"/>
    <w:rsid w:val="00670E34"/>
    <w:rsid w:val="00673CCB"/>
    <w:rsid w:val="00674563"/>
    <w:rsid w:val="00683A0A"/>
    <w:rsid w:val="00690CE3"/>
    <w:rsid w:val="00693BBF"/>
    <w:rsid w:val="006A45E9"/>
    <w:rsid w:val="006A7DAA"/>
    <w:rsid w:val="006C2CE7"/>
    <w:rsid w:val="006D4B09"/>
    <w:rsid w:val="006D5354"/>
    <w:rsid w:val="006E087F"/>
    <w:rsid w:val="006E1AC3"/>
    <w:rsid w:val="006E24BE"/>
    <w:rsid w:val="006E79FF"/>
    <w:rsid w:val="006F418F"/>
    <w:rsid w:val="006F6E2F"/>
    <w:rsid w:val="006F7DF0"/>
    <w:rsid w:val="00703312"/>
    <w:rsid w:val="00704690"/>
    <w:rsid w:val="00733951"/>
    <w:rsid w:val="00734CB2"/>
    <w:rsid w:val="0073505F"/>
    <w:rsid w:val="00740796"/>
    <w:rsid w:val="00741878"/>
    <w:rsid w:val="007522A9"/>
    <w:rsid w:val="00785D43"/>
    <w:rsid w:val="0078668E"/>
    <w:rsid w:val="00790B33"/>
    <w:rsid w:val="00793BB9"/>
    <w:rsid w:val="007A1735"/>
    <w:rsid w:val="007A3976"/>
    <w:rsid w:val="007A70B3"/>
    <w:rsid w:val="007B7AB6"/>
    <w:rsid w:val="007D1FF4"/>
    <w:rsid w:val="007D3E22"/>
    <w:rsid w:val="007E46EE"/>
    <w:rsid w:val="007F355A"/>
    <w:rsid w:val="00800A70"/>
    <w:rsid w:val="008042E3"/>
    <w:rsid w:val="00812CE7"/>
    <w:rsid w:val="00815A6F"/>
    <w:rsid w:val="00834430"/>
    <w:rsid w:val="00834B5C"/>
    <w:rsid w:val="00843160"/>
    <w:rsid w:val="00845B27"/>
    <w:rsid w:val="008505EA"/>
    <w:rsid w:val="0085242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0EC8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E9B"/>
    <w:rsid w:val="00994F33"/>
    <w:rsid w:val="009A56EA"/>
    <w:rsid w:val="009B702C"/>
    <w:rsid w:val="009C4AE8"/>
    <w:rsid w:val="009C6DB7"/>
    <w:rsid w:val="009D1EF0"/>
    <w:rsid w:val="009D23F8"/>
    <w:rsid w:val="009E0A79"/>
    <w:rsid w:val="009E79E7"/>
    <w:rsid w:val="009F0026"/>
    <w:rsid w:val="009F592C"/>
    <w:rsid w:val="00A03EE2"/>
    <w:rsid w:val="00A13975"/>
    <w:rsid w:val="00A14B5A"/>
    <w:rsid w:val="00A2383C"/>
    <w:rsid w:val="00A24F49"/>
    <w:rsid w:val="00A27648"/>
    <w:rsid w:val="00A3192A"/>
    <w:rsid w:val="00A3437C"/>
    <w:rsid w:val="00A50948"/>
    <w:rsid w:val="00A5269D"/>
    <w:rsid w:val="00A529D0"/>
    <w:rsid w:val="00A53D2A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B5C8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2FB5"/>
    <w:rsid w:val="00B03B22"/>
    <w:rsid w:val="00B048D0"/>
    <w:rsid w:val="00B13547"/>
    <w:rsid w:val="00B14973"/>
    <w:rsid w:val="00B30421"/>
    <w:rsid w:val="00B34A5C"/>
    <w:rsid w:val="00B3653B"/>
    <w:rsid w:val="00B41F27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E7E4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4311"/>
    <w:rsid w:val="00C37C3F"/>
    <w:rsid w:val="00C438A3"/>
    <w:rsid w:val="00C44DAD"/>
    <w:rsid w:val="00C459C8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21F2"/>
    <w:rsid w:val="00C94627"/>
    <w:rsid w:val="00CA0DA5"/>
    <w:rsid w:val="00CA22C7"/>
    <w:rsid w:val="00CA342D"/>
    <w:rsid w:val="00CA5DAB"/>
    <w:rsid w:val="00CB0F77"/>
    <w:rsid w:val="00CB2CD4"/>
    <w:rsid w:val="00CB6C4F"/>
    <w:rsid w:val="00CC6232"/>
    <w:rsid w:val="00CC7D72"/>
    <w:rsid w:val="00CD5849"/>
    <w:rsid w:val="00CD7BE2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CF7835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92A58"/>
    <w:rsid w:val="00D96F92"/>
    <w:rsid w:val="00DA2A11"/>
    <w:rsid w:val="00DA39C7"/>
    <w:rsid w:val="00DA3C5C"/>
    <w:rsid w:val="00DA5DB9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BF5"/>
    <w:rsid w:val="00E66DE3"/>
    <w:rsid w:val="00E67D73"/>
    <w:rsid w:val="00E74094"/>
    <w:rsid w:val="00E7413C"/>
    <w:rsid w:val="00E75A18"/>
    <w:rsid w:val="00E77252"/>
    <w:rsid w:val="00E817F2"/>
    <w:rsid w:val="00E83986"/>
    <w:rsid w:val="00E84061"/>
    <w:rsid w:val="00E8539E"/>
    <w:rsid w:val="00E9786A"/>
    <w:rsid w:val="00EA69CC"/>
    <w:rsid w:val="00EB1754"/>
    <w:rsid w:val="00EC4F2F"/>
    <w:rsid w:val="00ED232E"/>
    <w:rsid w:val="00EE1BF9"/>
    <w:rsid w:val="00EE23CD"/>
    <w:rsid w:val="00EE4A7D"/>
    <w:rsid w:val="00EF3DB8"/>
    <w:rsid w:val="00EF52AC"/>
    <w:rsid w:val="00EF7588"/>
    <w:rsid w:val="00F01FAB"/>
    <w:rsid w:val="00F20648"/>
    <w:rsid w:val="00F229BD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768DA"/>
    <w:rsid w:val="00F8139B"/>
    <w:rsid w:val="00F8182D"/>
    <w:rsid w:val="00F83037"/>
    <w:rsid w:val="00F84E93"/>
    <w:rsid w:val="00F90BD1"/>
    <w:rsid w:val="00F924AD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9,#09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151973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  <w:lang w:val="en-US"/>
    </w:rPr>
  </w:style>
  <w:style w:type="paragraph" w:styleId="Titre2">
    <w:name w:val="heading 2"/>
    <w:basedOn w:val="Normal"/>
    <w:next w:val="Normal"/>
    <w:link w:val="Titre2Car"/>
    <w:unhideWhenUsed/>
    <w:qFormat/>
    <w:rsid w:val="00CD7BE2"/>
    <w:pPr>
      <w:keepNext/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151973"/>
    <w:pPr>
      <w:keepNext/>
      <w:keepLines/>
      <w:spacing w:before="360" w:after="360" w:line="240" w:lineRule="auto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151973"/>
    <w:pPr>
      <w:keepNext/>
      <w:keepLines/>
      <w:spacing w:before="360" w:after="360" w:line="240" w:lineRule="auto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AB5C80"/>
    <w:pPr>
      <w:spacing w:before="360" w:after="360" w:line="240" w:lineRule="auto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151973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rsid w:val="00CD7BE2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  <w:lang w:val="fr-BE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rsid w:val="00151973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rsid w:val="00151973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rsid w:val="00AB5C80"/>
    <w:rPr>
      <w:caps/>
      <w:color w:val="4A724A" w:themeColor="accent2" w:themeShade="7F"/>
      <w:spacing w:val="10"/>
      <w:lang w:val="fr-BE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1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2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  <w:lang w:val="fr-BE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337724"/>
    <w:pPr>
      <w:spacing w:before="360" w:after="360"/>
      <w:ind w:left="720" w:hanging="357"/>
      <w:contextualSpacing/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337724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autoRedefine/>
    <w:qFormat/>
    <w:rsid w:val="00072D0F"/>
    <w:pPr>
      <w:ind w:left="709"/>
    </w:pPr>
  </w:style>
  <w:style w:type="paragraph" w:customStyle="1" w:styleId="Numero">
    <w:name w:val="Numero"/>
    <w:basedOn w:val="Normal"/>
    <w:link w:val="NumeroCar"/>
    <w:qFormat/>
    <w:rsid w:val="007D1FF4"/>
    <w:pPr>
      <w:numPr>
        <w:numId w:val="6"/>
      </w:numPr>
      <w:spacing w:before="360" w:after="360" w:line="384" w:lineRule="atLeast"/>
      <w:ind w:right="329"/>
      <w:contextualSpacing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072D0F"/>
    <w:rPr>
      <w:lang w:val="fr-BE"/>
    </w:rPr>
  </w:style>
  <w:style w:type="character" w:customStyle="1" w:styleId="NumeroCar">
    <w:name w:val="Numero Car"/>
    <w:basedOn w:val="Policepardfaut"/>
    <w:link w:val="Numero"/>
    <w:rsid w:val="007D1FF4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4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Code">
    <w:name w:val="Code"/>
    <w:basedOn w:val="PrformatHTML"/>
    <w:link w:val="CodeCar"/>
    <w:qFormat/>
    <w:rsid w:val="006556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135" w:lineRule="atLeast"/>
      <w:contextualSpacing/>
      <w:jc w:val="left"/>
    </w:pPr>
    <w:rPr>
      <w:rFonts w:ascii="Courier New" w:eastAsia="Times New Roman" w:hAnsi="Courier New" w:cs="Courier New"/>
      <w:color w:val="000000"/>
      <w:lang w:eastAsia="fr-BE" w:bidi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E7E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E7E4D"/>
    <w:rPr>
      <w:rFonts w:ascii="Consolas" w:hAnsi="Consolas"/>
      <w:sz w:val="20"/>
      <w:szCs w:val="20"/>
      <w:lang w:val="fr-BE"/>
    </w:rPr>
  </w:style>
  <w:style w:type="character" w:customStyle="1" w:styleId="CodeCar">
    <w:name w:val="Code Car"/>
    <w:basedOn w:val="PrformatHTMLCar"/>
    <w:link w:val="Code"/>
    <w:rsid w:val="006556CD"/>
    <w:rPr>
      <w:rFonts w:ascii="Courier New" w:eastAsia="Times New Roman" w:hAnsi="Courier New" w:cs="Courier New"/>
      <w:color w:val="000000"/>
      <w:sz w:val="20"/>
      <w:szCs w:val="20"/>
      <w:lang w:val="fr-BE" w:eastAsia="fr-BE" w:bidi="ar-SA"/>
    </w:rPr>
  </w:style>
  <w:style w:type="character" w:customStyle="1" w:styleId="cdappliestotitle1">
    <w:name w:val="cdappliestotitle1"/>
    <w:basedOn w:val="Policepardfaut"/>
    <w:rsid w:val="001C69CD"/>
    <w:rPr>
      <w:b/>
      <w:bCs/>
      <w:color w:val="666666"/>
    </w:rPr>
  </w:style>
  <w:style w:type="character" w:customStyle="1" w:styleId="cdappliestotext1">
    <w:name w:val="cdappliestotext1"/>
    <w:basedOn w:val="Policepardfaut"/>
    <w:rsid w:val="001C69CD"/>
    <w:rPr>
      <w:color w:val="999999"/>
    </w:rPr>
  </w:style>
  <w:style w:type="character" w:customStyle="1" w:styleId="apple-converted-space">
    <w:name w:val="apple-converted-space"/>
    <w:basedOn w:val="Policepardfaut"/>
    <w:rsid w:val="009B702C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9B702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9B702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customStyle="1" w:styleId="cdappliestoex">
    <w:name w:val="cdappliestoex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appliestoexlabel">
    <w:name w:val="cdappliestoexlabel"/>
    <w:basedOn w:val="Policepardfaut"/>
    <w:rsid w:val="009B702C"/>
  </w:style>
  <w:style w:type="character" w:customStyle="1" w:styleId="dvactionbarfull">
    <w:name w:val="dvactionbarfull"/>
    <w:basedOn w:val="Policepardfaut"/>
    <w:rsid w:val="009B702C"/>
  </w:style>
  <w:style w:type="paragraph" w:customStyle="1" w:styleId="cntindent72">
    <w:name w:val="cntindent72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feedbackbutton">
    <w:name w:val="cdfeedbackbutton"/>
    <w:basedOn w:val="Policepardfaut"/>
    <w:rsid w:val="009B7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qFormat/>
    <w:rsid w:val="00151973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  <w:lang w:val="en-US"/>
    </w:rPr>
  </w:style>
  <w:style w:type="paragraph" w:styleId="Titre2">
    <w:name w:val="heading 2"/>
    <w:basedOn w:val="Normal"/>
    <w:next w:val="Normal"/>
    <w:link w:val="Titre2Car"/>
    <w:unhideWhenUsed/>
    <w:qFormat/>
    <w:rsid w:val="00CD7BE2"/>
    <w:pPr>
      <w:keepNext/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400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151973"/>
    <w:pPr>
      <w:keepNext/>
      <w:keepLines/>
      <w:spacing w:before="360" w:after="360" w:line="240" w:lineRule="auto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151973"/>
    <w:pPr>
      <w:keepNext/>
      <w:keepLines/>
      <w:spacing w:before="360" w:after="360" w:line="240" w:lineRule="auto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AB5C80"/>
    <w:pPr>
      <w:spacing w:before="360" w:after="360" w:line="240" w:lineRule="auto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151973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rsid w:val="00CD7BE2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  <w:lang w:val="fr-BE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rsid w:val="00151973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rsid w:val="00151973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rsid w:val="00AB5C80"/>
    <w:rPr>
      <w:caps/>
      <w:color w:val="4A724A" w:themeColor="accent2" w:themeShade="7F"/>
      <w:spacing w:val="10"/>
      <w:lang w:val="fr-BE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1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2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  <w:lang w:val="fr-BE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337724"/>
    <w:pPr>
      <w:spacing w:before="360" w:after="360"/>
      <w:ind w:left="720" w:hanging="357"/>
      <w:contextualSpacing/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337724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autoRedefine/>
    <w:qFormat/>
    <w:rsid w:val="00072D0F"/>
    <w:pPr>
      <w:ind w:left="709"/>
    </w:pPr>
  </w:style>
  <w:style w:type="paragraph" w:customStyle="1" w:styleId="Numero">
    <w:name w:val="Numero"/>
    <w:basedOn w:val="Normal"/>
    <w:link w:val="NumeroCar"/>
    <w:qFormat/>
    <w:rsid w:val="007D1FF4"/>
    <w:pPr>
      <w:numPr>
        <w:numId w:val="6"/>
      </w:numPr>
      <w:spacing w:before="360" w:after="360" w:line="384" w:lineRule="atLeast"/>
      <w:ind w:right="329"/>
      <w:contextualSpacing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072D0F"/>
    <w:rPr>
      <w:lang w:val="fr-BE"/>
    </w:rPr>
  </w:style>
  <w:style w:type="character" w:customStyle="1" w:styleId="NumeroCar">
    <w:name w:val="Numero Car"/>
    <w:basedOn w:val="Policepardfaut"/>
    <w:link w:val="Numero"/>
    <w:rsid w:val="007D1FF4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4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paragraph" w:customStyle="1" w:styleId="Code">
    <w:name w:val="Code"/>
    <w:basedOn w:val="PrformatHTML"/>
    <w:link w:val="CodeCar"/>
    <w:qFormat/>
    <w:rsid w:val="006556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135" w:lineRule="atLeast"/>
      <w:contextualSpacing/>
      <w:jc w:val="left"/>
    </w:pPr>
    <w:rPr>
      <w:rFonts w:ascii="Courier New" w:eastAsia="Times New Roman" w:hAnsi="Courier New" w:cs="Courier New"/>
      <w:color w:val="000000"/>
      <w:lang w:eastAsia="fr-BE" w:bidi="ar-S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E7E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E7E4D"/>
    <w:rPr>
      <w:rFonts w:ascii="Consolas" w:hAnsi="Consolas"/>
      <w:sz w:val="20"/>
      <w:szCs w:val="20"/>
      <w:lang w:val="fr-BE"/>
    </w:rPr>
  </w:style>
  <w:style w:type="character" w:customStyle="1" w:styleId="CodeCar">
    <w:name w:val="Code Car"/>
    <w:basedOn w:val="PrformatHTMLCar"/>
    <w:link w:val="Code"/>
    <w:rsid w:val="006556CD"/>
    <w:rPr>
      <w:rFonts w:ascii="Courier New" w:eastAsia="Times New Roman" w:hAnsi="Courier New" w:cs="Courier New"/>
      <w:color w:val="000000"/>
      <w:sz w:val="20"/>
      <w:szCs w:val="20"/>
      <w:lang w:val="fr-BE" w:eastAsia="fr-BE" w:bidi="ar-SA"/>
    </w:rPr>
  </w:style>
  <w:style w:type="character" w:customStyle="1" w:styleId="cdappliestotitle1">
    <w:name w:val="cdappliestotitle1"/>
    <w:basedOn w:val="Policepardfaut"/>
    <w:rsid w:val="001C69CD"/>
    <w:rPr>
      <w:b/>
      <w:bCs/>
      <w:color w:val="666666"/>
    </w:rPr>
  </w:style>
  <w:style w:type="character" w:customStyle="1" w:styleId="cdappliestotext1">
    <w:name w:val="cdappliestotext1"/>
    <w:basedOn w:val="Policepardfaut"/>
    <w:rsid w:val="001C69CD"/>
    <w:rPr>
      <w:color w:val="999999"/>
    </w:rPr>
  </w:style>
  <w:style w:type="character" w:customStyle="1" w:styleId="apple-converted-space">
    <w:name w:val="apple-converted-space"/>
    <w:basedOn w:val="Policepardfaut"/>
    <w:rsid w:val="009B702C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9B702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9B702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BE" w:bidi="ar-SA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9B702C"/>
    <w:rPr>
      <w:rFonts w:ascii="Arial" w:eastAsia="Times New Roman" w:hAnsi="Arial" w:cs="Arial"/>
      <w:vanish/>
      <w:sz w:val="16"/>
      <w:szCs w:val="16"/>
      <w:lang w:val="fr-BE" w:eastAsia="fr-BE" w:bidi="ar-SA"/>
    </w:rPr>
  </w:style>
  <w:style w:type="paragraph" w:customStyle="1" w:styleId="cdappliestoex">
    <w:name w:val="cdappliestoex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appliestoexlabel">
    <w:name w:val="cdappliestoexlabel"/>
    <w:basedOn w:val="Policepardfaut"/>
    <w:rsid w:val="009B702C"/>
  </w:style>
  <w:style w:type="character" w:customStyle="1" w:styleId="dvactionbarfull">
    <w:name w:val="dvactionbarfull"/>
    <w:basedOn w:val="Policepardfaut"/>
    <w:rsid w:val="009B702C"/>
  </w:style>
  <w:style w:type="paragraph" w:customStyle="1" w:styleId="cntindent72">
    <w:name w:val="cntindent72"/>
    <w:basedOn w:val="Normal"/>
    <w:rsid w:val="009B70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 w:bidi="ar-SA"/>
    </w:rPr>
  </w:style>
  <w:style w:type="character" w:customStyle="1" w:styleId="cdfeedbackbutton">
    <w:name w:val="cdfeedbackbutton"/>
    <w:basedOn w:val="Policepardfaut"/>
    <w:rsid w:val="009B7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2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432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34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1747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9639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5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410834">
                                  <w:marLeft w:val="30"/>
                                  <w:marRight w:val="0"/>
                                  <w:marTop w:val="0"/>
                                  <w:marBottom w:val="2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95369">
                                  <w:marLeft w:val="0"/>
                                  <w:marRight w:val="75"/>
                                  <w:marTop w:val="3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640193">
                                  <w:marLeft w:val="30"/>
                                  <w:marRight w:val="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07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03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832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8201331">
                                              <w:marLeft w:val="0"/>
                                              <w:marRight w:val="0"/>
                                              <w:marTop w:val="375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937881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4" w:color="EAEAEA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635458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275214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890945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7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603852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67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615400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9972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04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7186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  <w:div w:id="8978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9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65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3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66599">
                                  <w:marLeft w:val="30"/>
                                  <w:marRight w:val="0"/>
                                  <w:marTop w:val="0"/>
                                  <w:marBottom w:val="2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997668">
                                  <w:marLeft w:val="0"/>
                                  <w:marRight w:val="75"/>
                                  <w:marTop w:val="3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90272">
                                  <w:marLeft w:val="30"/>
                                  <w:marRight w:val="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56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22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82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831816">
                                              <w:marLeft w:val="0"/>
                                              <w:marRight w:val="0"/>
                                              <w:marTop w:val="375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21056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4" w:color="EAEAEA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04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313963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103203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93635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9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46515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678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075280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yperlink" Target="http://www.cadacom.be" TargetMode="External"/><Relationship Id="rId10" Type="http://schemas.openxmlformats.org/officeDocument/2006/relationships/footer" Target="footer1.xml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AppData\Roaming\Microsoft\Templates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FB0A62AF5140E19056E9F061A8F8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D38995-CCF4-4EEC-AB0E-FA71931C5FF3}"/>
      </w:docPartPr>
      <w:docPartBody>
        <w:p w:rsidR="00202DE8" w:rsidRDefault="00202DE8">
          <w:pPr>
            <w:pStyle w:val="ECFB0A62AF5140E19056E9F061A8F8DF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C659E10F278A4F2BB02B68C0442808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91FB80-CD53-41B6-A6BE-F8BE23A35EEB}"/>
      </w:docPartPr>
      <w:docPartBody>
        <w:p w:rsidR="00202DE8" w:rsidRDefault="00202DE8">
          <w:pPr>
            <w:pStyle w:val="C659E10F278A4F2BB02B68C044280871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56915137BCF44908A8C8E7BAF157EE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265B12-B5C5-4B30-BE0B-7F7A5287E6E4}"/>
      </w:docPartPr>
      <w:docPartBody>
        <w:p w:rsidR="00202DE8" w:rsidRDefault="00202DE8">
          <w:pPr>
            <w:pStyle w:val="56915137BCF44908A8C8E7BAF157EE2D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E8"/>
    <w:rsid w:val="0020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FB0A62AF5140E19056E9F061A8F8DF">
    <w:name w:val="ECFB0A62AF5140E19056E9F061A8F8DF"/>
  </w:style>
  <w:style w:type="paragraph" w:customStyle="1" w:styleId="C659E10F278A4F2BB02B68C044280871">
    <w:name w:val="C659E10F278A4F2BB02B68C044280871"/>
  </w:style>
  <w:style w:type="paragraph" w:customStyle="1" w:styleId="56915137BCF44908A8C8E7BAF157EE2D">
    <w:name w:val="56915137BCF44908A8C8E7BAF157EE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FB0A62AF5140E19056E9F061A8F8DF">
    <w:name w:val="ECFB0A62AF5140E19056E9F061A8F8DF"/>
  </w:style>
  <w:style w:type="paragraph" w:customStyle="1" w:styleId="C659E10F278A4F2BB02B68C044280871">
    <w:name w:val="C659E10F278A4F2BB02B68C044280871"/>
  </w:style>
  <w:style w:type="paragraph" w:customStyle="1" w:styleId="56915137BCF44908A8C8E7BAF157EE2D">
    <w:name w:val="56915137BCF44908A8C8E7BAF157EE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8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352DD-4814-488D-8D45-4F17F36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9</TotalTime>
  <Pages>14</Pages>
  <Words>660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Bureautique</vt:lpstr>
      <vt:lpstr>Bureautique</vt:lpstr>
    </vt:vector>
  </TitlesOfParts>
  <Company>CADACOM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Word®</dc:title>
  <dc:subject>Protéger des sections</dc:subject>
  <dc:creator>Daniel DEVEAUX</dc:creator>
  <cp:lastModifiedBy>Daniel DEVEAUX</cp:lastModifiedBy>
  <cp:revision>2</cp:revision>
  <cp:lastPrinted>2007-07-19T06:56:00Z</cp:lastPrinted>
  <dcterms:created xsi:type="dcterms:W3CDTF">2011-07-06T19:51:00Z</dcterms:created>
  <dcterms:modified xsi:type="dcterms:W3CDTF">2011-07-06T20:01:00Z</dcterms:modified>
</cp:coreProperties>
</file>